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73C0A1" w14:textId="77777777" w:rsidR="00264FC6" w:rsidRDefault="00826C62" w:rsidP="00826C62">
      <w:pPr>
        <w:tabs>
          <w:tab w:val="left" w:pos="7560"/>
        </w:tabs>
        <w:spacing w:before="40"/>
        <w:rPr>
          <w:rFonts w:ascii="Arial" w:hAnsi="Arial" w:cs="Arial"/>
          <w:sz w:val="22"/>
          <w:szCs w:val="22"/>
        </w:rPr>
      </w:pPr>
      <w:r w:rsidRPr="00264FC6">
        <w:rPr>
          <w:rFonts w:ascii="Arial" w:hAnsi="Arial" w:cs="Arial"/>
          <w:sz w:val="22"/>
          <w:szCs w:val="22"/>
        </w:rPr>
        <w:tab/>
      </w:r>
      <w:r w:rsidRPr="00264FC6">
        <w:rPr>
          <w:rFonts w:ascii="Arial" w:hAnsi="Arial" w:cs="Arial"/>
          <w:sz w:val="22"/>
          <w:szCs w:val="22"/>
        </w:rPr>
        <w:tab/>
        <w:t xml:space="preserve">       </w:t>
      </w:r>
    </w:p>
    <w:p w14:paraId="5CB1E470" w14:textId="608974E8" w:rsidR="00826C62" w:rsidRPr="00264FC6" w:rsidRDefault="00826C62" w:rsidP="00264FC6">
      <w:pPr>
        <w:tabs>
          <w:tab w:val="left" w:pos="7560"/>
        </w:tabs>
        <w:spacing w:before="40"/>
        <w:jc w:val="right"/>
        <w:rPr>
          <w:rFonts w:ascii="Arial" w:hAnsi="Arial" w:cs="Arial"/>
          <w:sz w:val="22"/>
          <w:szCs w:val="22"/>
        </w:rPr>
      </w:pPr>
      <w:r w:rsidRPr="00264FC6">
        <w:rPr>
          <w:rFonts w:ascii="Arial" w:hAnsi="Arial" w:cs="Arial"/>
          <w:sz w:val="22"/>
          <w:szCs w:val="22"/>
        </w:rPr>
        <w:t xml:space="preserve">Příloha č. </w:t>
      </w:r>
      <w:r w:rsidR="003E1EE9">
        <w:rPr>
          <w:rFonts w:ascii="Arial" w:hAnsi="Arial" w:cs="Arial"/>
          <w:sz w:val="22"/>
          <w:szCs w:val="22"/>
        </w:rPr>
        <w:t>6</w:t>
      </w:r>
      <w:r w:rsidRPr="00264FC6">
        <w:rPr>
          <w:rFonts w:ascii="Arial" w:hAnsi="Arial" w:cs="Arial"/>
          <w:sz w:val="22"/>
          <w:szCs w:val="22"/>
        </w:rPr>
        <w:t xml:space="preserve"> ZD</w:t>
      </w:r>
    </w:p>
    <w:p w14:paraId="2F958883" w14:textId="77777777" w:rsidR="00826C62" w:rsidRPr="00264FC6" w:rsidRDefault="00826C62" w:rsidP="00826C62">
      <w:pPr>
        <w:tabs>
          <w:tab w:val="left" w:pos="7560"/>
        </w:tabs>
        <w:spacing w:before="40"/>
        <w:jc w:val="center"/>
        <w:rPr>
          <w:rFonts w:ascii="Arial" w:hAnsi="Arial" w:cs="Arial"/>
          <w:sz w:val="32"/>
          <w:szCs w:val="32"/>
        </w:rPr>
      </w:pPr>
    </w:p>
    <w:p w14:paraId="16A2CBAE" w14:textId="77777777" w:rsidR="00826C62" w:rsidRPr="00264FC6" w:rsidRDefault="00826C62" w:rsidP="00826C62">
      <w:pPr>
        <w:tabs>
          <w:tab w:val="left" w:pos="7560"/>
        </w:tabs>
        <w:spacing w:before="40"/>
        <w:jc w:val="center"/>
        <w:rPr>
          <w:rFonts w:ascii="Arial" w:hAnsi="Arial" w:cs="Arial"/>
          <w:sz w:val="32"/>
          <w:szCs w:val="32"/>
        </w:rPr>
      </w:pPr>
    </w:p>
    <w:p w14:paraId="7E6C8DA0" w14:textId="77777777" w:rsidR="00826C62" w:rsidRPr="00264FC6" w:rsidRDefault="00826C62" w:rsidP="00826C62">
      <w:pPr>
        <w:tabs>
          <w:tab w:val="left" w:pos="7560"/>
        </w:tabs>
        <w:spacing w:before="40"/>
        <w:jc w:val="center"/>
        <w:rPr>
          <w:rFonts w:ascii="Arial" w:hAnsi="Arial" w:cs="Arial"/>
          <w:b/>
          <w:sz w:val="40"/>
          <w:szCs w:val="40"/>
          <w:u w:val="single"/>
        </w:rPr>
      </w:pPr>
    </w:p>
    <w:p w14:paraId="258234E7" w14:textId="3F9FEFF9" w:rsidR="00826C62" w:rsidRPr="00264FC6" w:rsidRDefault="00D94C67" w:rsidP="00826C62">
      <w:pPr>
        <w:tabs>
          <w:tab w:val="left" w:pos="7560"/>
        </w:tabs>
        <w:spacing w:before="40"/>
        <w:jc w:val="center"/>
        <w:rPr>
          <w:rFonts w:ascii="Arial" w:hAnsi="Arial" w:cs="Arial"/>
          <w:b/>
          <w:sz w:val="40"/>
          <w:szCs w:val="40"/>
          <w:u w:val="single"/>
        </w:rPr>
      </w:pPr>
      <w:r>
        <w:rPr>
          <w:rFonts w:ascii="Arial" w:hAnsi="Arial" w:cs="Arial"/>
          <w:noProof/>
        </w:rPr>
        <w:drawing>
          <wp:inline distT="0" distB="0" distL="0" distR="0" wp14:anchorId="1BFD772F" wp14:editId="53F66039">
            <wp:extent cx="962025" cy="400050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40005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344C7A" w14:textId="77777777" w:rsidR="00294744" w:rsidRPr="00264FC6" w:rsidRDefault="00294744" w:rsidP="00A561B4">
      <w:pPr>
        <w:pStyle w:val="Nadpis1"/>
        <w:rPr>
          <w:rFonts w:ascii="Arial" w:hAnsi="Arial" w:cs="Arial"/>
        </w:rPr>
      </w:pPr>
    </w:p>
    <w:p w14:paraId="64668D87" w14:textId="77777777" w:rsidR="000D5D98" w:rsidRPr="00264FC6" w:rsidRDefault="000D5D98" w:rsidP="000D5D98">
      <w:pPr>
        <w:rPr>
          <w:rFonts w:ascii="Arial" w:hAnsi="Arial" w:cs="Arial"/>
        </w:rPr>
      </w:pPr>
    </w:p>
    <w:p w14:paraId="4D507080" w14:textId="77777777" w:rsidR="000D5D98" w:rsidRPr="00264FC6" w:rsidRDefault="000D5D98" w:rsidP="000D5D98">
      <w:pPr>
        <w:rPr>
          <w:rFonts w:ascii="Arial" w:hAnsi="Arial" w:cs="Arial"/>
        </w:rPr>
      </w:pPr>
    </w:p>
    <w:p w14:paraId="21F8AD07" w14:textId="77777777" w:rsidR="000D5D98" w:rsidRPr="00264FC6" w:rsidRDefault="000D5D98" w:rsidP="000D5D98">
      <w:pPr>
        <w:rPr>
          <w:rFonts w:ascii="Arial" w:hAnsi="Arial" w:cs="Arial"/>
        </w:rPr>
      </w:pPr>
    </w:p>
    <w:p w14:paraId="5C12A6CE" w14:textId="77777777" w:rsidR="000D5D98" w:rsidRPr="00264FC6" w:rsidRDefault="000D5D98" w:rsidP="000D5D98">
      <w:pPr>
        <w:rPr>
          <w:rFonts w:ascii="Arial" w:hAnsi="Arial" w:cs="Arial"/>
        </w:rPr>
      </w:pPr>
    </w:p>
    <w:p w14:paraId="52960EB1" w14:textId="77777777" w:rsidR="000D5D98" w:rsidRPr="00264FC6" w:rsidRDefault="000D5D98" w:rsidP="000D5D98">
      <w:pPr>
        <w:rPr>
          <w:rFonts w:ascii="Arial" w:hAnsi="Arial" w:cs="Arial"/>
        </w:rPr>
      </w:pPr>
    </w:p>
    <w:p w14:paraId="61BE7EAE" w14:textId="77777777" w:rsidR="000D5D98" w:rsidRPr="00264FC6" w:rsidRDefault="000D5D98" w:rsidP="000D5D98">
      <w:pPr>
        <w:rPr>
          <w:rFonts w:ascii="Arial" w:hAnsi="Arial" w:cs="Arial"/>
        </w:rPr>
      </w:pPr>
    </w:p>
    <w:p w14:paraId="640EC601" w14:textId="77777777" w:rsidR="000D5D98" w:rsidRPr="00264FC6" w:rsidRDefault="000D5D98" w:rsidP="000D5D98">
      <w:pPr>
        <w:rPr>
          <w:rFonts w:ascii="Arial" w:hAnsi="Arial" w:cs="Arial"/>
        </w:rPr>
      </w:pPr>
    </w:p>
    <w:p w14:paraId="25CF0AAD" w14:textId="77777777" w:rsidR="000D5D98" w:rsidRPr="00264FC6" w:rsidRDefault="000D5D98" w:rsidP="000D5D98">
      <w:pPr>
        <w:rPr>
          <w:rFonts w:ascii="Arial" w:hAnsi="Arial" w:cs="Arial"/>
        </w:rPr>
      </w:pPr>
    </w:p>
    <w:p w14:paraId="12D9616C" w14:textId="77777777" w:rsidR="000D5D98" w:rsidRPr="00264FC6" w:rsidRDefault="000D5D98" w:rsidP="000D5D98">
      <w:pPr>
        <w:rPr>
          <w:rFonts w:ascii="Arial" w:hAnsi="Arial" w:cs="Arial"/>
        </w:rPr>
      </w:pPr>
    </w:p>
    <w:p w14:paraId="387B2628" w14:textId="77777777" w:rsidR="000D5D98" w:rsidRPr="00264FC6" w:rsidRDefault="000D5D98" w:rsidP="000D5D98">
      <w:pPr>
        <w:rPr>
          <w:rFonts w:ascii="Arial" w:hAnsi="Arial" w:cs="Arial"/>
        </w:rPr>
      </w:pPr>
    </w:p>
    <w:p w14:paraId="67738FAA" w14:textId="77777777" w:rsidR="000D5D98" w:rsidRPr="00264FC6" w:rsidRDefault="000D5D98" w:rsidP="000D5D98">
      <w:pPr>
        <w:rPr>
          <w:rFonts w:ascii="Arial" w:hAnsi="Arial" w:cs="Arial"/>
        </w:rPr>
      </w:pPr>
    </w:p>
    <w:p w14:paraId="575B635E" w14:textId="77777777" w:rsidR="000D5D98" w:rsidRPr="00264FC6" w:rsidRDefault="000D5D98" w:rsidP="000D5D98">
      <w:pPr>
        <w:rPr>
          <w:rFonts w:ascii="Arial" w:hAnsi="Arial" w:cs="Arial"/>
        </w:rPr>
      </w:pPr>
    </w:p>
    <w:p w14:paraId="67FFFB97" w14:textId="77777777" w:rsidR="000D5D98" w:rsidRPr="00264FC6" w:rsidRDefault="000D5D98" w:rsidP="00EB4640">
      <w:pPr>
        <w:jc w:val="center"/>
        <w:rPr>
          <w:rFonts w:ascii="Arial" w:hAnsi="Arial" w:cs="Arial"/>
        </w:rPr>
      </w:pPr>
    </w:p>
    <w:p w14:paraId="6263C604" w14:textId="77777777" w:rsidR="000D5D98" w:rsidRPr="00264FC6" w:rsidRDefault="000D5D98" w:rsidP="000D5D98">
      <w:pPr>
        <w:rPr>
          <w:rFonts w:ascii="Arial" w:hAnsi="Arial" w:cs="Arial"/>
        </w:rPr>
      </w:pPr>
    </w:p>
    <w:p w14:paraId="28B07274" w14:textId="77777777" w:rsidR="000D5D98" w:rsidRPr="00264FC6" w:rsidRDefault="000D5D98" w:rsidP="000D5D98">
      <w:pPr>
        <w:rPr>
          <w:rFonts w:ascii="Arial" w:hAnsi="Arial" w:cs="Arial"/>
        </w:rPr>
      </w:pPr>
    </w:p>
    <w:p w14:paraId="14238E4E" w14:textId="77777777" w:rsidR="000D5D98" w:rsidRPr="00264FC6" w:rsidRDefault="000D5D98" w:rsidP="000D5D98">
      <w:pPr>
        <w:rPr>
          <w:rFonts w:ascii="Arial" w:hAnsi="Arial" w:cs="Arial"/>
        </w:rPr>
      </w:pPr>
    </w:p>
    <w:p w14:paraId="331708B9" w14:textId="77777777" w:rsidR="000D5D98" w:rsidRPr="00264FC6" w:rsidRDefault="000D5D98" w:rsidP="000D5D98">
      <w:pPr>
        <w:rPr>
          <w:rFonts w:ascii="Arial" w:hAnsi="Arial" w:cs="Arial"/>
        </w:rPr>
      </w:pPr>
    </w:p>
    <w:p w14:paraId="15B67880" w14:textId="77777777" w:rsidR="000D5D98" w:rsidRPr="00264FC6" w:rsidRDefault="000D5D98" w:rsidP="000D5D98">
      <w:pPr>
        <w:rPr>
          <w:rFonts w:ascii="Arial" w:hAnsi="Arial" w:cs="Arial"/>
        </w:rPr>
      </w:pPr>
    </w:p>
    <w:p w14:paraId="7889DAD3" w14:textId="1456D395" w:rsidR="0098153A" w:rsidRDefault="00CC1FD4" w:rsidP="00EA5A65">
      <w:pPr>
        <w:tabs>
          <w:tab w:val="left" w:pos="7560"/>
        </w:tabs>
        <w:spacing w:before="40"/>
        <w:jc w:val="center"/>
        <w:rPr>
          <w:rFonts w:ascii="Arial" w:hAnsi="Arial" w:cs="Arial"/>
          <w:b/>
          <w:sz w:val="40"/>
          <w:szCs w:val="40"/>
          <w:u w:val="single"/>
        </w:rPr>
      </w:pPr>
      <w:r>
        <w:rPr>
          <w:rFonts w:ascii="Arial" w:hAnsi="Arial" w:cs="Arial"/>
          <w:b/>
          <w:sz w:val="40"/>
          <w:szCs w:val="40"/>
          <w:u w:val="single"/>
        </w:rPr>
        <w:t xml:space="preserve">Specifikace předmětu </w:t>
      </w:r>
    </w:p>
    <w:p w14:paraId="1439916E" w14:textId="50C655B4" w:rsidR="000D5D98" w:rsidRPr="00264FC6" w:rsidRDefault="000D5D98" w:rsidP="00EA5A65">
      <w:pPr>
        <w:tabs>
          <w:tab w:val="left" w:pos="7560"/>
        </w:tabs>
        <w:spacing w:before="40"/>
        <w:jc w:val="center"/>
        <w:rPr>
          <w:rFonts w:ascii="Arial" w:hAnsi="Arial" w:cs="Arial"/>
          <w:b/>
          <w:sz w:val="40"/>
          <w:szCs w:val="40"/>
          <w:u w:val="single"/>
        </w:rPr>
      </w:pPr>
      <w:r w:rsidRPr="00264FC6">
        <w:rPr>
          <w:rFonts w:ascii="Arial" w:hAnsi="Arial" w:cs="Arial"/>
          <w:b/>
          <w:sz w:val="40"/>
          <w:szCs w:val="40"/>
          <w:u w:val="single"/>
        </w:rPr>
        <w:t>„</w:t>
      </w:r>
      <w:bookmarkStart w:id="0" w:name="_Hlk55214855"/>
      <w:r w:rsidRPr="00264FC6">
        <w:rPr>
          <w:rFonts w:ascii="Arial" w:hAnsi="Arial" w:cs="Arial"/>
          <w:b/>
          <w:sz w:val="40"/>
          <w:szCs w:val="40"/>
          <w:u w:val="single"/>
        </w:rPr>
        <w:t xml:space="preserve">Dodávka </w:t>
      </w:r>
      <w:bookmarkEnd w:id="0"/>
      <w:r w:rsidR="00B13C1F">
        <w:rPr>
          <w:rFonts w:ascii="Arial" w:hAnsi="Arial" w:cs="Arial"/>
          <w:b/>
          <w:sz w:val="40"/>
          <w:szCs w:val="40"/>
          <w:u w:val="single"/>
        </w:rPr>
        <w:t>traktorového nosiče</w:t>
      </w:r>
      <w:r w:rsidR="00B979D3">
        <w:rPr>
          <w:rFonts w:ascii="Arial" w:hAnsi="Arial" w:cs="Arial"/>
          <w:b/>
          <w:sz w:val="40"/>
          <w:szCs w:val="40"/>
          <w:u w:val="single"/>
        </w:rPr>
        <w:t>“</w:t>
      </w:r>
    </w:p>
    <w:p w14:paraId="7F8CF502" w14:textId="77777777" w:rsidR="008D49F8" w:rsidRPr="00264FC6" w:rsidRDefault="008D49F8" w:rsidP="003A518A">
      <w:pPr>
        <w:pStyle w:val="Nzev"/>
        <w:jc w:val="left"/>
      </w:pPr>
    </w:p>
    <w:p w14:paraId="5DA05BF0" w14:textId="77777777" w:rsidR="003A518A" w:rsidRPr="00264FC6" w:rsidRDefault="003A518A" w:rsidP="003A518A">
      <w:pPr>
        <w:pStyle w:val="Nzev"/>
        <w:jc w:val="left"/>
      </w:pPr>
    </w:p>
    <w:p w14:paraId="6BF3FD19" w14:textId="77777777" w:rsidR="000D5D98" w:rsidRPr="00264FC6" w:rsidRDefault="000D5D98" w:rsidP="003A518A">
      <w:pPr>
        <w:pStyle w:val="Nzev"/>
        <w:jc w:val="left"/>
      </w:pPr>
    </w:p>
    <w:p w14:paraId="0A418C0A" w14:textId="77777777" w:rsidR="000D5D98" w:rsidRPr="00264FC6" w:rsidRDefault="000D5D98" w:rsidP="003A518A">
      <w:pPr>
        <w:pStyle w:val="Nzev"/>
        <w:jc w:val="left"/>
      </w:pPr>
    </w:p>
    <w:p w14:paraId="0FA61B1A" w14:textId="77777777" w:rsidR="000D5D98" w:rsidRPr="00264FC6" w:rsidRDefault="000D5D98" w:rsidP="003A518A">
      <w:pPr>
        <w:pStyle w:val="Nzev"/>
        <w:jc w:val="left"/>
      </w:pPr>
    </w:p>
    <w:p w14:paraId="726A6226" w14:textId="77777777" w:rsidR="000D5D98" w:rsidRPr="00264FC6" w:rsidRDefault="000D5D98" w:rsidP="003A518A">
      <w:pPr>
        <w:pStyle w:val="Nzev"/>
        <w:jc w:val="left"/>
      </w:pPr>
    </w:p>
    <w:p w14:paraId="7644445C" w14:textId="77777777" w:rsidR="000D5D98" w:rsidRPr="00264FC6" w:rsidRDefault="000D5D98" w:rsidP="003A518A">
      <w:pPr>
        <w:pStyle w:val="Nzev"/>
        <w:jc w:val="left"/>
      </w:pPr>
    </w:p>
    <w:p w14:paraId="33FF87AA" w14:textId="77777777" w:rsidR="000D5D98" w:rsidRPr="00264FC6" w:rsidRDefault="000D5D98" w:rsidP="003A518A">
      <w:pPr>
        <w:pStyle w:val="Nzev"/>
        <w:jc w:val="left"/>
      </w:pPr>
    </w:p>
    <w:p w14:paraId="6D04638A" w14:textId="77777777" w:rsidR="000D5D98" w:rsidRPr="00264FC6" w:rsidRDefault="000D5D98" w:rsidP="003A518A">
      <w:pPr>
        <w:pStyle w:val="Nzev"/>
        <w:jc w:val="left"/>
      </w:pPr>
    </w:p>
    <w:p w14:paraId="5C6B9CB8" w14:textId="77777777" w:rsidR="000D5D98" w:rsidRPr="00264FC6" w:rsidRDefault="000D5D98" w:rsidP="003A518A">
      <w:pPr>
        <w:pStyle w:val="Nzev"/>
        <w:jc w:val="left"/>
      </w:pPr>
    </w:p>
    <w:p w14:paraId="276814CA" w14:textId="77777777" w:rsidR="000D5D98" w:rsidRPr="00264FC6" w:rsidRDefault="000D5D98" w:rsidP="003A518A">
      <w:pPr>
        <w:pStyle w:val="Nzev"/>
        <w:jc w:val="left"/>
      </w:pPr>
    </w:p>
    <w:p w14:paraId="5EF249F8" w14:textId="77777777" w:rsidR="000D5D98" w:rsidRPr="00264FC6" w:rsidRDefault="000D5D98" w:rsidP="003A518A">
      <w:pPr>
        <w:pStyle w:val="Nzev"/>
        <w:jc w:val="left"/>
      </w:pPr>
    </w:p>
    <w:p w14:paraId="100C9EF7" w14:textId="77777777" w:rsidR="000D5D98" w:rsidRPr="00264FC6" w:rsidRDefault="000D5D98" w:rsidP="003A518A">
      <w:pPr>
        <w:pStyle w:val="Nzev"/>
        <w:jc w:val="left"/>
      </w:pPr>
    </w:p>
    <w:p w14:paraId="4F3B2479" w14:textId="77777777" w:rsidR="000D5D98" w:rsidRPr="00264FC6" w:rsidRDefault="000D5D98" w:rsidP="003A518A">
      <w:pPr>
        <w:pStyle w:val="Nzev"/>
        <w:jc w:val="left"/>
      </w:pPr>
    </w:p>
    <w:p w14:paraId="2AF31F62" w14:textId="77777777" w:rsidR="000D5D98" w:rsidRPr="00264FC6" w:rsidRDefault="000D5D98" w:rsidP="003A518A">
      <w:pPr>
        <w:pStyle w:val="Nzev"/>
        <w:jc w:val="left"/>
      </w:pPr>
    </w:p>
    <w:p w14:paraId="4C07BBE2" w14:textId="77777777" w:rsidR="000D5D98" w:rsidRPr="00264FC6" w:rsidRDefault="000D5D98" w:rsidP="003A518A">
      <w:pPr>
        <w:pStyle w:val="Nzev"/>
        <w:jc w:val="left"/>
      </w:pPr>
    </w:p>
    <w:p w14:paraId="5FBF994D" w14:textId="77777777" w:rsidR="000D5D98" w:rsidRPr="00264FC6" w:rsidRDefault="000D5D98" w:rsidP="003A518A">
      <w:pPr>
        <w:pStyle w:val="Nzev"/>
        <w:jc w:val="left"/>
      </w:pPr>
    </w:p>
    <w:p w14:paraId="546914C2" w14:textId="77777777" w:rsidR="002E2375" w:rsidRDefault="002E2375" w:rsidP="003A518A">
      <w:pPr>
        <w:pStyle w:val="Nzev"/>
        <w:jc w:val="left"/>
      </w:pPr>
    </w:p>
    <w:p w14:paraId="6B1A0B5C" w14:textId="77777777" w:rsidR="00B13C1F" w:rsidRDefault="00B13C1F" w:rsidP="003A518A">
      <w:pPr>
        <w:pStyle w:val="Nzev"/>
        <w:jc w:val="left"/>
      </w:pPr>
    </w:p>
    <w:p w14:paraId="6E1A4B92" w14:textId="77777777" w:rsidR="00B13C1F" w:rsidRPr="00264FC6" w:rsidRDefault="00B13C1F" w:rsidP="003A518A">
      <w:pPr>
        <w:pStyle w:val="Nzev"/>
        <w:jc w:val="left"/>
      </w:pPr>
    </w:p>
    <w:p w14:paraId="15643453" w14:textId="77777777" w:rsidR="00CC1FD4" w:rsidRDefault="00CC1FD4" w:rsidP="00CC1FD4">
      <w:pPr>
        <w:pStyle w:val="Zkladntext"/>
        <w:tabs>
          <w:tab w:val="left" w:pos="284"/>
        </w:tabs>
        <w:spacing w:after="60"/>
        <w:jc w:val="both"/>
        <w:rPr>
          <w:rFonts w:ascii="Arial" w:hAnsi="Arial" w:cs="Arial"/>
          <w:sz w:val="22"/>
          <w:szCs w:val="22"/>
          <w:u w:val="single"/>
        </w:rPr>
      </w:pPr>
    </w:p>
    <w:p w14:paraId="507E0FA5" w14:textId="588E10A7" w:rsidR="00CC1FD4" w:rsidRDefault="00826C62" w:rsidP="00CC1FD4">
      <w:pPr>
        <w:pStyle w:val="Zkladntext"/>
        <w:tabs>
          <w:tab w:val="left" w:pos="0"/>
        </w:tabs>
        <w:spacing w:after="60"/>
        <w:jc w:val="both"/>
        <w:rPr>
          <w:rFonts w:ascii="Arial" w:hAnsi="Arial"/>
          <w:sz w:val="16"/>
        </w:rPr>
      </w:pPr>
      <w:r w:rsidRPr="00264FC6">
        <w:rPr>
          <w:rFonts w:ascii="Arial" w:hAnsi="Arial" w:cs="Arial"/>
          <w:sz w:val="22"/>
          <w:szCs w:val="22"/>
          <w:u w:val="single"/>
        </w:rPr>
        <w:lastRenderedPageBreak/>
        <w:t>Technické požadavky</w:t>
      </w:r>
      <w:r w:rsidR="00747625" w:rsidRPr="00264FC6">
        <w:rPr>
          <w:rFonts w:ascii="Arial" w:hAnsi="Arial" w:cs="Arial"/>
          <w:sz w:val="22"/>
          <w:szCs w:val="22"/>
          <w:u w:val="single"/>
        </w:rPr>
        <w:t xml:space="preserve"> pro </w:t>
      </w:r>
      <w:r w:rsidR="00B13C1F">
        <w:rPr>
          <w:rFonts w:ascii="Arial" w:hAnsi="Arial" w:cs="Arial"/>
          <w:sz w:val="22"/>
          <w:szCs w:val="22"/>
          <w:u w:val="single"/>
        </w:rPr>
        <w:t>traktorový nosič</w:t>
      </w:r>
      <w:r w:rsidR="000A4D02">
        <w:rPr>
          <w:rFonts w:ascii="Arial" w:hAnsi="Arial"/>
          <w:sz w:val="16"/>
        </w:rPr>
        <w:t xml:space="preserve"> </w:t>
      </w:r>
    </w:p>
    <w:p w14:paraId="03285BE1" w14:textId="77777777" w:rsidR="00CC1FD4" w:rsidRDefault="00CC1FD4" w:rsidP="00CC1FD4">
      <w:pPr>
        <w:pStyle w:val="Zkladntext"/>
        <w:tabs>
          <w:tab w:val="left" w:pos="0"/>
        </w:tabs>
        <w:spacing w:after="60"/>
        <w:jc w:val="both"/>
        <w:rPr>
          <w:rFonts w:ascii="Arial" w:hAnsi="Arial"/>
          <w:sz w:val="16"/>
        </w:rPr>
      </w:pPr>
    </w:p>
    <w:tbl>
      <w:tblPr>
        <w:tblW w:w="9704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0"/>
        <w:gridCol w:w="6073"/>
        <w:gridCol w:w="1361"/>
        <w:gridCol w:w="1730"/>
      </w:tblGrid>
      <w:tr w:rsidR="00CC1FD4" w:rsidRPr="00816553" w14:paraId="72606E95" w14:textId="77777777" w:rsidTr="004479EE">
        <w:trPr>
          <w:trHeight w:val="816"/>
        </w:trPr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F693E2" w14:textId="7D2A44A1" w:rsidR="00CC1FD4" w:rsidRPr="00816553" w:rsidRDefault="00CC1FD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6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6EF3C2" w14:textId="5D21C975" w:rsidR="00A47D72" w:rsidRPr="00816553" w:rsidRDefault="00B13C1F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Traktorový nosič</w:t>
            </w:r>
            <w:r w:rsidR="00CC1FD4" w:rsidRPr="00816553">
              <w:rPr>
                <w:rFonts w:ascii="Arial" w:hAnsi="Arial" w:cs="Arial"/>
                <w:b/>
                <w:bCs/>
                <w:sz w:val="22"/>
                <w:szCs w:val="22"/>
              </w:rPr>
              <w:t>, typ a označení:</w:t>
            </w:r>
          </w:p>
          <w:p w14:paraId="339436B2" w14:textId="5FCB9C7A" w:rsidR="00A47D72" w:rsidRPr="00816553" w:rsidRDefault="00A47D72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3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F8E471" w14:textId="4AE21E19" w:rsidR="00CC1FD4" w:rsidRPr="00EA5A65" w:rsidRDefault="0007490B" w:rsidP="00816553">
            <w:pPr>
              <w:jc w:val="center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  <w:r w:rsidRPr="00EA5A65"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 xml:space="preserve">Doplní </w:t>
            </w:r>
            <w:r w:rsidR="00C27707"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>prodávající</w:t>
            </w:r>
          </w:p>
        </w:tc>
      </w:tr>
      <w:tr w:rsidR="00CC1FD4" w:rsidRPr="00816553" w14:paraId="59AC9272" w14:textId="77777777" w:rsidTr="004479EE">
        <w:trPr>
          <w:trHeight w:val="285"/>
        </w:trPr>
        <w:tc>
          <w:tcPr>
            <w:tcW w:w="54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0CF2C8A1" w14:textId="4D02BD70" w:rsidR="00CC1FD4" w:rsidRPr="00816553" w:rsidRDefault="00CC1FD4" w:rsidP="00CC1F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53">
              <w:rPr>
                <w:rFonts w:ascii="Arial" w:hAnsi="Arial" w:cs="Arial"/>
                <w:b/>
                <w:bCs/>
                <w:sz w:val="20"/>
                <w:szCs w:val="20"/>
              </w:rPr>
              <w:t>Č.</w:t>
            </w:r>
          </w:p>
        </w:tc>
        <w:tc>
          <w:tcPr>
            <w:tcW w:w="607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907772B" w14:textId="01B00EE6" w:rsidR="00CC1FD4" w:rsidRPr="00816553" w:rsidRDefault="00A47D72" w:rsidP="00CC1FD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53">
              <w:rPr>
                <w:rFonts w:ascii="Arial" w:hAnsi="Arial" w:cs="Arial"/>
                <w:b/>
                <w:bCs/>
                <w:sz w:val="20"/>
                <w:szCs w:val="20"/>
              </w:rPr>
              <w:t>Název parametru, požadavku</w:t>
            </w:r>
          </w:p>
        </w:tc>
        <w:tc>
          <w:tcPr>
            <w:tcW w:w="1361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0E738CAF" w14:textId="183516F6" w:rsidR="00CC1FD4" w:rsidRPr="00816553" w:rsidRDefault="00A47D72" w:rsidP="0081655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5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Možnosti / </w:t>
            </w:r>
            <w:proofErr w:type="gramStart"/>
            <w:r w:rsidRPr="0081655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způsob  vyplnění</w:t>
            </w:r>
            <w:proofErr w:type="gramEnd"/>
          </w:p>
        </w:tc>
        <w:tc>
          <w:tcPr>
            <w:tcW w:w="173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50728D77" w14:textId="17FFDAE3" w:rsidR="00A47D72" w:rsidRPr="00EA5A65" w:rsidRDefault="00C27707" w:rsidP="00816553">
            <w:pPr>
              <w:jc w:val="center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>Prodávající</w:t>
            </w:r>
            <w:r w:rsidR="0007490B" w:rsidRPr="00EA5A65"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 xml:space="preserve"> </w:t>
            </w:r>
            <w:r w:rsidR="00A47D72" w:rsidRPr="00EA5A65"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>vyplní</w:t>
            </w:r>
          </w:p>
          <w:p w14:paraId="55A9E213" w14:textId="6856FF42" w:rsidR="00A47D72" w:rsidRPr="00EA5A65" w:rsidRDefault="00A47D72" w:rsidP="00816553">
            <w:pPr>
              <w:jc w:val="center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  <w:r w:rsidRPr="00EA5A65"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>hodnotu platnou</w:t>
            </w:r>
          </w:p>
          <w:p w14:paraId="01E8C3CF" w14:textId="7152D68E" w:rsidR="00CC1FD4" w:rsidRPr="00816553" w:rsidRDefault="00A47D72" w:rsidP="0081655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A5A65"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>pro nabízený stroj</w:t>
            </w:r>
          </w:p>
        </w:tc>
      </w:tr>
      <w:tr w:rsidR="00057286" w:rsidRPr="00816553" w14:paraId="5CC7E46B" w14:textId="77777777" w:rsidTr="004479EE">
        <w:trPr>
          <w:trHeight w:val="285"/>
        </w:trPr>
        <w:tc>
          <w:tcPr>
            <w:tcW w:w="540" w:type="dxa"/>
            <w:shd w:val="clear" w:color="auto" w:fill="auto"/>
            <w:noWrap/>
            <w:vAlign w:val="center"/>
          </w:tcPr>
          <w:p w14:paraId="059BDF5A" w14:textId="298D563E" w:rsidR="00057286" w:rsidRPr="00816553" w:rsidRDefault="00057286" w:rsidP="000572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6553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6073" w:type="dxa"/>
            <w:shd w:val="clear" w:color="auto" w:fill="auto"/>
          </w:tcPr>
          <w:p w14:paraId="47D4424E" w14:textId="743A71D4" w:rsidR="00057286" w:rsidRPr="000D0D78" w:rsidRDefault="00057286" w:rsidP="00057286">
            <w:pPr>
              <w:rPr>
                <w:rFonts w:ascii="Arial" w:hAnsi="Arial" w:cs="Arial"/>
                <w:sz w:val="20"/>
                <w:szCs w:val="20"/>
              </w:rPr>
            </w:pPr>
            <w:r w:rsidRPr="004479EE">
              <w:rPr>
                <w:iCs/>
              </w:rPr>
              <w:t xml:space="preserve">Traktorový nosič </w:t>
            </w:r>
            <w:r w:rsidRPr="004479EE">
              <w:rPr>
                <w:iCs/>
              </w:rPr>
              <w:sym w:font="Symbol" w:char="F02D"/>
            </w:r>
            <w:r w:rsidRPr="004479EE">
              <w:rPr>
                <w:iCs/>
              </w:rPr>
              <w:t xml:space="preserve"> nový využití k připojení přídavných nářadí pro letní a zimní údržbu vozovek.</w:t>
            </w:r>
          </w:p>
        </w:tc>
        <w:tc>
          <w:tcPr>
            <w:tcW w:w="1361" w:type="dxa"/>
            <w:shd w:val="clear" w:color="auto" w:fill="auto"/>
            <w:noWrap/>
            <w:vAlign w:val="center"/>
          </w:tcPr>
          <w:p w14:paraId="35009689" w14:textId="572591CF" w:rsidR="00057286" w:rsidRPr="00816553" w:rsidRDefault="00057286" w:rsidP="000572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655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16553">
              <w:rPr>
                <w:rFonts w:ascii="Arial" w:hAnsi="Arial" w:cs="Arial"/>
                <w:sz w:val="18"/>
                <w:szCs w:val="18"/>
              </w:rPr>
              <w:t>ano / ne</w:t>
            </w:r>
          </w:p>
        </w:tc>
        <w:tc>
          <w:tcPr>
            <w:tcW w:w="1730" w:type="dxa"/>
            <w:shd w:val="clear" w:color="auto" w:fill="auto"/>
            <w:noWrap/>
            <w:vAlign w:val="center"/>
          </w:tcPr>
          <w:p w14:paraId="729BC455" w14:textId="6C8B7C76" w:rsidR="00057286" w:rsidRPr="00816553" w:rsidRDefault="00057286" w:rsidP="000572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7286" w:rsidRPr="00816553" w14:paraId="1EFEC9FB" w14:textId="77777777" w:rsidTr="004479EE">
        <w:trPr>
          <w:trHeight w:val="49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14:paraId="7BBA5239" w14:textId="77777777" w:rsidR="00057286" w:rsidRPr="00816553" w:rsidRDefault="00057286" w:rsidP="000572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6553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6073" w:type="dxa"/>
            <w:shd w:val="clear" w:color="auto" w:fill="auto"/>
            <w:hideMark/>
          </w:tcPr>
          <w:p w14:paraId="35F1495F" w14:textId="57579C73" w:rsidR="00057286" w:rsidRPr="004479EE" w:rsidRDefault="000D0D78" w:rsidP="004479EE">
            <w:pPr>
              <w:tabs>
                <w:tab w:val="left" w:pos="567"/>
              </w:tabs>
              <w:jc w:val="both"/>
              <w:rPr>
                <w:iCs/>
              </w:rPr>
            </w:pPr>
            <w:r w:rsidRPr="004479EE">
              <w:rPr>
                <w:iCs/>
              </w:rPr>
              <w:t xml:space="preserve">Motor vznětový, emise </w:t>
            </w:r>
            <w:r w:rsidRPr="004479EE">
              <w:rPr>
                <w:bCs/>
              </w:rPr>
              <w:t>dle platných emisních norem,</w:t>
            </w:r>
            <w:r w:rsidRPr="004479EE">
              <w:rPr>
                <w:iCs/>
              </w:rPr>
              <w:t xml:space="preserve"> minimální výkon motoru 75 kW 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14:paraId="04989FDA" w14:textId="5719BC72" w:rsidR="00057286" w:rsidRPr="00816553" w:rsidRDefault="00057286" w:rsidP="000572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6553">
              <w:rPr>
                <w:rFonts w:ascii="Arial" w:hAnsi="Arial" w:cs="Arial"/>
                <w:sz w:val="18"/>
                <w:szCs w:val="18"/>
              </w:rPr>
              <w:t>ano / ne</w:t>
            </w:r>
            <w:r>
              <w:rPr>
                <w:rFonts w:ascii="Arial" w:hAnsi="Arial" w:cs="Arial"/>
                <w:sz w:val="20"/>
                <w:szCs w:val="20"/>
              </w:rPr>
              <w:t xml:space="preserve"> hodnota</w:t>
            </w:r>
          </w:p>
        </w:tc>
        <w:tc>
          <w:tcPr>
            <w:tcW w:w="1730" w:type="dxa"/>
            <w:shd w:val="clear" w:color="auto" w:fill="auto"/>
            <w:noWrap/>
            <w:vAlign w:val="center"/>
            <w:hideMark/>
          </w:tcPr>
          <w:p w14:paraId="6E39159B" w14:textId="3E32B3E0" w:rsidR="00057286" w:rsidRPr="00816553" w:rsidRDefault="00057286" w:rsidP="000572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7286" w:rsidRPr="00816553" w14:paraId="07B3108C" w14:textId="77777777" w:rsidTr="004479EE">
        <w:trPr>
          <w:trHeight w:val="285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14:paraId="2F97609A" w14:textId="77777777" w:rsidR="00057286" w:rsidRPr="00816553" w:rsidRDefault="00057286" w:rsidP="0005728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6553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6073" w:type="dxa"/>
            <w:shd w:val="clear" w:color="auto" w:fill="auto"/>
            <w:hideMark/>
          </w:tcPr>
          <w:p w14:paraId="5D61B32F" w14:textId="22A7E63B" w:rsidR="00057286" w:rsidRPr="000D0D78" w:rsidRDefault="00057286" w:rsidP="00057286">
            <w:pPr>
              <w:rPr>
                <w:rFonts w:ascii="Arial" w:hAnsi="Arial" w:cs="Arial"/>
                <w:sz w:val="18"/>
                <w:szCs w:val="18"/>
              </w:rPr>
            </w:pPr>
            <w:r w:rsidRPr="004479EE">
              <w:rPr>
                <w:iCs/>
              </w:rPr>
              <w:t>Objem motoru min. 4 000 cm</w:t>
            </w:r>
            <w:r w:rsidRPr="004479EE">
              <w:rPr>
                <w:iCs/>
                <w:vertAlign w:val="superscript"/>
              </w:rPr>
              <w:t>3</w:t>
            </w:r>
            <w:r w:rsidRPr="004479EE">
              <w:rPr>
                <w:iCs/>
              </w:rPr>
              <w:t>.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14:paraId="0823F79B" w14:textId="4D7CF687" w:rsidR="00057286" w:rsidRPr="00816553" w:rsidRDefault="00057286" w:rsidP="0005728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6553">
              <w:rPr>
                <w:rFonts w:ascii="Arial" w:hAnsi="Arial" w:cs="Arial"/>
                <w:sz w:val="18"/>
                <w:szCs w:val="18"/>
              </w:rPr>
              <w:t>hodnota</w:t>
            </w:r>
          </w:p>
        </w:tc>
        <w:tc>
          <w:tcPr>
            <w:tcW w:w="1730" w:type="dxa"/>
            <w:shd w:val="clear" w:color="auto" w:fill="auto"/>
            <w:noWrap/>
            <w:vAlign w:val="center"/>
            <w:hideMark/>
          </w:tcPr>
          <w:p w14:paraId="66DEAD81" w14:textId="3A2B7FB4" w:rsidR="00057286" w:rsidRPr="00816553" w:rsidRDefault="00057286" w:rsidP="0005728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57286" w:rsidRPr="00816553" w14:paraId="3583877F" w14:textId="77777777" w:rsidTr="004479EE">
        <w:trPr>
          <w:trHeight w:val="285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14:paraId="7B8E86CC" w14:textId="77777777" w:rsidR="00057286" w:rsidRPr="00816553" w:rsidRDefault="00057286" w:rsidP="0005728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6553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6073" w:type="dxa"/>
            <w:shd w:val="clear" w:color="auto" w:fill="auto"/>
            <w:noWrap/>
            <w:hideMark/>
          </w:tcPr>
          <w:p w14:paraId="25D64C4D" w14:textId="3B2BAF0E" w:rsidR="00057286" w:rsidRPr="000D0D78" w:rsidRDefault="00057286" w:rsidP="00057286">
            <w:pPr>
              <w:rPr>
                <w:rFonts w:ascii="Arial" w:hAnsi="Arial" w:cs="Arial"/>
                <w:sz w:val="18"/>
                <w:szCs w:val="18"/>
              </w:rPr>
            </w:pPr>
            <w:r w:rsidRPr="004479EE">
              <w:rPr>
                <w:iCs/>
              </w:rPr>
              <w:t xml:space="preserve">Předehřev bloku motoru na </w:t>
            </w:r>
            <w:proofErr w:type="gramStart"/>
            <w:r w:rsidRPr="004479EE">
              <w:rPr>
                <w:iCs/>
              </w:rPr>
              <w:t>220V</w:t>
            </w:r>
            <w:proofErr w:type="gramEnd"/>
            <w:r w:rsidRPr="004479EE">
              <w:rPr>
                <w:iCs/>
              </w:rPr>
              <w:t> v zimním období.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14:paraId="2939FA1E" w14:textId="6D258604" w:rsidR="00057286" w:rsidRPr="00816553" w:rsidRDefault="00057286" w:rsidP="0005728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6553">
              <w:rPr>
                <w:rFonts w:ascii="Arial" w:hAnsi="Arial" w:cs="Arial"/>
                <w:sz w:val="18"/>
                <w:szCs w:val="18"/>
              </w:rPr>
              <w:t>ano / ne</w:t>
            </w:r>
          </w:p>
        </w:tc>
        <w:tc>
          <w:tcPr>
            <w:tcW w:w="1730" w:type="dxa"/>
            <w:shd w:val="clear" w:color="auto" w:fill="auto"/>
            <w:noWrap/>
            <w:vAlign w:val="center"/>
            <w:hideMark/>
          </w:tcPr>
          <w:p w14:paraId="303D2A10" w14:textId="31CEE260" w:rsidR="00057286" w:rsidRPr="00816553" w:rsidRDefault="00057286" w:rsidP="0005728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57286" w:rsidRPr="00816553" w14:paraId="10FC0351" w14:textId="77777777" w:rsidTr="004479EE">
        <w:trPr>
          <w:trHeight w:val="221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14:paraId="11F1EB41" w14:textId="77777777" w:rsidR="00057286" w:rsidRPr="00816553" w:rsidRDefault="00057286" w:rsidP="0005728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6553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6073" w:type="dxa"/>
            <w:shd w:val="clear" w:color="auto" w:fill="auto"/>
            <w:hideMark/>
          </w:tcPr>
          <w:p w14:paraId="08DAE778" w14:textId="539335AC" w:rsidR="00057286" w:rsidRPr="000D0D78" w:rsidRDefault="00057286" w:rsidP="00057286">
            <w:pPr>
              <w:rPr>
                <w:rFonts w:ascii="Arial" w:hAnsi="Arial" w:cs="Arial"/>
                <w:sz w:val="18"/>
                <w:szCs w:val="18"/>
              </w:rPr>
            </w:pPr>
            <w:r w:rsidRPr="004479EE">
              <w:rPr>
                <w:iCs/>
              </w:rPr>
              <w:t>Alternátor min. 100 A.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14:paraId="3B3C69AE" w14:textId="4D9C9971" w:rsidR="00057286" w:rsidRDefault="00057286" w:rsidP="0005728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6553">
              <w:rPr>
                <w:rFonts w:ascii="Arial" w:hAnsi="Arial" w:cs="Arial"/>
                <w:sz w:val="18"/>
                <w:szCs w:val="18"/>
              </w:rPr>
              <w:t xml:space="preserve">hodnota </w:t>
            </w:r>
          </w:p>
          <w:p w14:paraId="50EEABAD" w14:textId="517EE8D1" w:rsidR="00057286" w:rsidRPr="00816553" w:rsidRDefault="00057286" w:rsidP="0005728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0" w:type="dxa"/>
            <w:shd w:val="clear" w:color="auto" w:fill="auto"/>
            <w:noWrap/>
            <w:vAlign w:val="center"/>
            <w:hideMark/>
          </w:tcPr>
          <w:p w14:paraId="6F3CF7D1" w14:textId="68CF4960" w:rsidR="00057286" w:rsidRPr="00816553" w:rsidRDefault="00057286" w:rsidP="0005728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57286" w:rsidRPr="00816553" w14:paraId="71721BCF" w14:textId="77777777" w:rsidTr="004479EE">
        <w:trPr>
          <w:trHeight w:val="271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14:paraId="2F17ED9A" w14:textId="77777777" w:rsidR="00057286" w:rsidRPr="00816553" w:rsidRDefault="00057286" w:rsidP="0005728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6553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6073" w:type="dxa"/>
            <w:shd w:val="clear" w:color="auto" w:fill="auto"/>
            <w:hideMark/>
          </w:tcPr>
          <w:p w14:paraId="4403091B" w14:textId="0CB671E5" w:rsidR="00057286" w:rsidRPr="000D0D78" w:rsidRDefault="00057286" w:rsidP="00057286">
            <w:pPr>
              <w:rPr>
                <w:rFonts w:ascii="Arial" w:hAnsi="Arial" w:cs="Arial"/>
                <w:sz w:val="18"/>
                <w:szCs w:val="18"/>
              </w:rPr>
            </w:pPr>
            <w:r w:rsidRPr="000D0D78">
              <w:rPr>
                <w:iCs/>
              </w:rPr>
              <w:t>Výfuk, případně i sání motoru nad kabinou traktoru.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14:paraId="43813AAF" w14:textId="4E3C1B1C" w:rsidR="00057286" w:rsidRPr="00816553" w:rsidRDefault="00057286" w:rsidP="0005728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6553">
              <w:rPr>
                <w:rFonts w:ascii="Arial" w:hAnsi="Arial" w:cs="Arial"/>
                <w:sz w:val="18"/>
                <w:szCs w:val="18"/>
              </w:rPr>
              <w:t>ano / ne</w:t>
            </w:r>
          </w:p>
        </w:tc>
        <w:tc>
          <w:tcPr>
            <w:tcW w:w="1730" w:type="dxa"/>
            <w:shd w:val="clear" w:color="auto" w:fill="auto"/>
            <w:noWrap/>
            <w:vAlign w:val="center"/>
            <w:hideMark/>
          </w:tcPr>
          <w:p w14:paraId="4FB5184D" w14:textId="733ED32B" w:rsidR="00057286" w:rsidRPr="00816553" w:rsidRDefault="00057286" w:rsidP="0005728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57286" w:rsidRPr="00816553" w14:paraId="6E6AD4B6" w14:textId="77777777" w:rsidTr="004479EE">
        <w:trPr>
          <w:trHeight w:val="285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14:paraId="41A1CC3C" w14:textId="77777777" w:rsidR="00057286" w:rsidRPr="00816553" w:rsidRDefault="00057286" w:rsidP="0005728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6553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6073" w:type="dxa"/>
            <w:shd w:val="clear" w:color="auto" w:fill="auto"/>
            <w:hideMark/>
          </w:tcPr>
          <w:p w14:paraId="7724F355" w14:textId="134457B6" w:rsidR="00057286" w:rsidRPr="000D0D78" w:rsidRDefault="00057286" w:rsidP="00057286">
            <w:pPr>
              <w:rPr>
                <w:rFonts w:ascii="Arial" w:hAnsi="Arial" w:cs="Arial"/>
                <w:sz w:val="18"/>
                <w:szCs w:val="18"/>
              </w:rPr>
            </w:pPr>
            <w:r w:rsidRPr="000D0D78">
              <w:rPr>
                <w:iCs/>
              </w:rPr>
              <w:t xml:space="preserve">Převodovka min. </w:t>
            </w:r>
            <w:r w:rsidR="004479EE" w:rsidRPr="000D0D78">
              <w:rPr>
                <w:iCs/>
              </w:rPr>
              <w:t>4stupňová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14:paraId="5F980667" w14:textId="16ECCABB" w:rsidR="00057286" w:rsidRPr="00816553" w:rsidRDefault="00057286" w:rsidP="0005728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6553">
              <w:rPr>
                <w:rFonts w:ascii="Arial" w:hAnsi="Arial" w:cs="Arial"/>
                <w:sz w:val="18"/>
                <w:szCs w:val="18"/>
              </w:rPr>
              <w:t>hodnota</w:t>
            </w:r>
          </w:p>
        </w:tc>
        <w:tc>
          <w:tcPr>
            <w:tcW w:w="1730" w:type="dxa"/>
            <w:shd w:val="clear" w:color="auto" w:fill="auto"/>
            <w:noWrap/>
            <w:vAlign w:val="center"/>
            <w:hideMark/>
          </w:tcPr>
          <w:p w14:paraId="663A8771" w14:textId="4C381D05" w:rsidR="00057286" w:rsidRPr="00816553" w:rsidRDefault="00057286" w:rsidP="0005728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57286" w:rsidRPr="00816553" w14:paraId="3004E757" w14:textId="77777777" w:rsidTr="004479EE">
        <w:trPr>
          <w:trHeight w:val="285"/>
        </w:trPr>
        <w:tc>
          <w:tcPr>
            <w:tcW w:w="540" w:type="dxa"/>
            <w:shd w:val="clear" w:color="auto" w:fill="auto"/>
            <w:noWrap/>
            <w:vAlign w:val="center"/>
          </w:tcPr>
          <w:p w14:paraId="2D46CF63" w14:textId="66F9961D" w:rsidR="00057286" w:rsidRPr="00816553" w:rsidRDefault="00057286" w:rsidP="0005728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6073" w:type="dxa"/>
            <w:shd w:val="clear" w:color="auto" w:fill="auto"/>
          </w:tcPr>
          <w:p w14:paraId="108ED03A" w14:textId="7F9B681A" w:rsidR="00057286" w:rsidRPr="000D0D78" w:rsidRDefault="00057286" w:rsidP="00057286">
            <w:pPr>
              <w:rPr>
                <w:iCs/>
              </w:rPr>
            </w:pPr>
            <w:r w:rsidRPr="000D0D78">
              <w:rPr>
                <w:iCs/>
              </w:rPr>
              <w:t>Převodovka s minimální rychlostí pojezdu do 2 km/h při jmenovitých otáčkách motoru,</w:t>
            </w:r>
          </w:p>
        </w:tc>
        <w:tc>
          <w:tcPr>
            <w:tcW w:w="1361" w:type="dxa"/>
            <w:shd w:val="clear" w:color="auto" w:fill="auto"/>
            <w:noWrap/>
            <w:vAlign w:val="center"/>
          </w:tcPr>
          <w:p w14:paraId="51D6EA94" w14:textId="0F0F50CD" w:rsidR="00057286" w:rsidRPr="00816553" w:rsidRDefault="00057286" w:rsidP="0005728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6553">
              <w:rPr>
                <w:rFonts w:ascii="Arial" w:hAnsi="Arial" w:cs="Arial"/>
                <w:sz w:val="18"/>
                <w:szCs w:val="18"/>
              </w:rPr>
              <w:t>hodnota</w:t>
            </w:r>
          </w:p>
        </w:tc>
        <w:tc>
          <w:tcPr>
            <w:tcW w:w="1730" w:type="dxa"/>
            <w:shd w:val="clear" w:color="auto" w:fill="auto"/>
            <w:noWrap/>
            <w:vAlign w:val="center"/>
          </w:tcPr>
          <w:p w14:paraId="3CF221BB" w14:textId="77777777" w:rsidR="00057286" w:rsidRPr="00816553" w:rsidRDefault="00057286" w:rsidP="0005728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57286" w:rsidRPr="00816553" w14:paraId="68ED9B1F" w14:textId="77777777" w:rsidTr="004479EE">
        <w:trPr>
          <w:trHeight w:val="569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14:paraId="5666F273" w14:textId="6846C95B" w:rsidR="00057286" w:rsidRPr="00816553" w:rsidRDefault="000D0D78" w:rsidP="0005728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6073" w:type="dxa"/>
            <w:shd w:val="clear" w:color="auto" w:fill="auto"/>
            <w:hideMark/>
          </w:tcPr>
          <w:p w14:paraId="4670060F" w14:textId="008768AC" w:rsidR="00057286" w:rsidRPr="000D0D78" w:rsidRDefault="00057286" w:rsidP="00057286">
            <w:pPr>
              <w:rPr>
                <w:rFonts w:ascii="Arial" w:hAnsi="Arial" w:cs="Arial"/>
                <w:sz w:val="18"/>
                <w:szCs w:val="18"/>
              </w:rPr>
            </w:pPr>
            <w:r w:rsidRPr="004479EE">
              <w:rPr>
                <w:iCs/>
              </w:rPr>
              <w:t xml:space="preserve">Maximální přepravní rychlost 40 km/h, </w:t>
            </w:r>
            <w:r w:rsidRPr="004479EE">
              <w:rPr>
                <w:bCs/>
              </w:rPr>
              <w:t>brzděné obě nápravy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14:paraId="7E6AF6AF" w14:textId="0E8ABE44" w:rsidR="00057286" w:rsidRDefault="000D0D78" w:rsidP="0005728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6553">
              <w:rPr>
                <w:rFonts w:ascii="Arial" w:hAnsi="Arial" w:cs="Arial"/>
                <w:sz w:val="18"/>
                <w:szCs w:val="18"/>
              </w:rPr>
              <w:t>H</w:t>
            </w:r>
            <w:r w:rsidR="00057286" w:rsidRPr="00816553">
              <w:rPr>
                <w:rFonts w:ascii="Arial" w:hAnsi="Arial" w:cs="Arial"/>
                <w:sz w:val="18"/>
                <w:szCs w:val="18"/>
              </w:rPr>
              <w:t>odnota</w:t>
            </w:r>
          </w:p>
          <w:p w14:paraId="52A556F3" w14:textId="7F4AF58A" w:rsidR="000D0D78" w:rsidRPr="00816553" w:rsidRDefault="000D0D78" w:rsidP="00057286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816553">
              <w:rPr>
                <w:rFonts w:ascii="Arial" w:hAnsi="Arial" w:cs="Arial"/>
                <w:sz w:val="18"/>
                <w:szCs w:val="18"/>
              </w:rPr>
              <w:t>ano / ne</w:t>
            </w:r>
          </w:p>
        </w:tc>
        <w:tc>
          <w:tcPr>
            <w:tcW w:w="1730" w:type="dxa"/>
            <w:shd w:val="clear" w:color="auto" w:fill="auto"/>
            <w:noWrap/>
            <w:vAlign w:val="center"/>
            <w:hideMark/>
          </w:tcPr>
          <w:p w14:paraId="2C057887" w14:textId="54AA2FBC" w:rsidR="00B13C1F" w:rsidRPr="00816553" w:rsidRDefault="00B13C1F" w:rsidP="004479E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57286" w:rsidRPr="00816553" w14:paraId="694B14E7" w14:textId="77777777" w:rsidTr="004479EE">
        <w:trPr>
          <w:trHeight w:val="285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14:paraId="7E64EA6C" w14:textId="65C73C90" w:rsidR="00057286" w:rsidRPr="00816553" w:rsidRDefault="00057286" w:rsidP="0005728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6553">
              <w:rPr>
                <w:rFonts w:ascii="Arial" w:hAnsi="Arial" w:cs="Arial"/>
                <w:sz w:val="18"/>
                <w:szCs w:val="18"/>
              </w:rPr>
              <w:t>1</w:t>
            </w:r>
            <w:r w:rsidR="000D0D78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6073" w:type="dxa"/>
            <w:shd w:val="clear" w:color="auto" w:fill="auto"/>
            <w:hideMark/>
          </w:tcPr>
          <w:p w14:paraId="00821C3C" w14:textId="276B555A" w:rsidR="00057286" w:rsidRPr="000D0D78" w:rsidRDefault="00057286" w:rsidP="00057286">
            <w:pPr>
              <w:rPr>
                <w:rFonts w:ascii="Arial" w:hAnsi="Arial" w:cs="Arial"/>
                <w:sz w:val="18"/>
                <w:szCs w:val="18"/>
              </w:rPr>
            </w:pPr>
            <w:r w:rsidRPr="000D0D78">
              <w:rPr>
                <w:iCs/>
              </w:rPr>
              <w:t>Největší technicky povolená hmotnost traktoru min. 6</w:t>
            </w:r>
            <w:r w:rsidR="00B13C1F" w:rsidRPr="000D0D78">
              <w:rPr>
                <w:iCs/>
              </w:rPr>
              <w:t> </w:t>
            </w:r>
            <w:r w:rsidRPr="000D0D78">
              <w:rPr>
                <w:iCs/>
              </w:rPr>
              <w:t>500</w:t>
            </w:r>
            <w:r w:rsidR="00B13C1F" w:rsidRPr="000D0D78">
              <w:rPr>
                <w:iCs/>
              </w:rPr>
              <w:t xml:space="preserve"> </w:t>
            </w:r>
            <w:r w:rsidRPr="000D0D78">
              <w:rPr>
                <w:iCs/>
              </w:rPr>
              <w:t>kg.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14:paraId="1A81EBF6" w14:textId="625CD738" w:rsidR="00057286" w:rsidRPr="00816553" w:rsidRDefault="00057286" w:rsidP="0005728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6553">
              <w:rPr>
                <w:rFonts w:ascii="Arial" w:hAnsi="Arial" w:cs="Arial"/>
                <w:sz w:val="18"/>
                <w:szCs w:val="18"/>
              </w:rPr>
              <w:t>hodnota</w:t>
            </w:r>
          </w:p>
        </w:tc>
        <w:tc>
          <w:tcPr>
            <w:tcW w:w="1730" w:type="dxa"/>
            <w:shd w:val="clear" w:color="auto" w:fill="auto"/>
            <w:noWrap/>
            <w:vAlign w:val="center"/>
            <w:hideMark/>
          </w:tcPr>
          <w:p w14:paraId="0545FEC2" w14:textId="278B84F8" w:rsidR="00057286" w:rsidRPr="00816553" w:rsidRDefault="00057286" w:rsidP="0005728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57286" w:rsidRPr="00816553" w14:paraId="14448544" w14:textId="77777777" w:rsidTr="004479EE">
        <w:trPr>
          <w:trHeight w:val="285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14:paraId="006DE1DD" w14:textId="5BB6385B" w:rsidR="00057286" w:rsidRPr="00816553" w:rsidRDefault="00057286" w:rsidP="0005728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6553">
              <w:rPr>
                <w:rFonts w:ascii="Arial" w:hAnsi="Arial" w:cs="Arial"/>
                <w:sz w:val="18"/>
                <w:szCs w:val="18"/>
              </w:rPr>
              <w:t>1</w:t>
            </w:r>
            <w:r w:rsidR="000D0D7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6073" w:type="dxa"/>
            <w:shd w:val="clear" w:color="auto" w:fill="auto"/>
            <w:hideMark/>
          </w:tcPr>
          <w:p w14:paraId="127E815A" w14:textId="789CF304" w:rsidR="00057286" w:rsidRPr="000D0D78" w:rsidRDefault="00057286" w:rsidP="00057286">
            <w:pPr>
              <w:rPr>
                <w:rFonts w:ascii="Arial" w:hAnsi="Arial" w:cs="Arial"/>
                <w:sz w:val="18"/>
                <w:szCs w:val="18"/>
              </w:rPr>
            </w:pPr>
            <w:r w:rsidRPr="004479EE">
              <w:rPr>
                <w:iCs/>
              </w:rPr>
              <w:t>Pneu komunální s pevnými disky.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14:paraId="1A3517AA" w14:textId="3823D93D" w:rsidR="00057286" w:rsidRPr="00816553" w:rsidRDefault="00057286" w:rsidP="00057286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816553">
              <w:rPr>
                <w:rFonts w:ascii="Arial" w:hAnsi="Arial" w:cs="Arial"/>
                <w:sz w:val="18"/>
                <w:szCs w:val="18"/>
              </w:rPr>
              <w:t>ano / ne</w:t>
            </w:r>
          </w:p>
        </w:tc>
        <w:tc>
          <w:tcPr>
            <w:tcW w:w="1730" w:type="dxa"/>
            <w:shd w:val="clear" w:color="auto" w:fill="auto"/>
            <w:noWrap/>
            <w:vAlign w:val="center"/>
            <w:hideMark/>
          </w:tcPr>
          <w:p w14:paraId="01D99C0E" w14:textId="2E78E4D4" w:rsidR="00057286" w:rsidRPr="00816553" w:rsidRDefault="00057286" w:rsidP="0005728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57286" w:rsidRPr="00816553" w14:paraId="4F62CD2C" w14:textId="77777777" w:rsidTr="004479EE">
        <w:trPr>
          <w:trHeight w:val="285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14:paraId="23B93811" w14:textId="5251CB81" w:rsidR="00057286" w:rsidRPr="00816553" w:rsidRDefault="00057286" w:rsidP="0005728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6553">
              <w:rPr>
                <w:rFonts w:ascii="Arial" w:hAnsi="Arial" w:cs="Arial"/>
                <w:sz w:val="18"/>
                <w:szCs w:val="18"/>
              </w:rPr>
              <w:t>1</w:t>
            </w:r>
            <w:r w:rsidR="000D0D78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6073" w:type="dxa"/>
            <w:shd w:val="clear" w:color="auto" w:fill="auto"/>
            <w:hideMark/>
          </w:tcPr>
          <w:p w14:paraId="13A8B969" w14:textId="26F9059B" w:rsidR="00057286" w:rsidRPr="000D0D78" w:rsidRDefault="00057286" w:rsidP="00057286">
            <w:pPr>
              <w:rPr>
                <w:rFonts w:ascii="Arial" w:hAnsi="Arial" w:cs="Arial"/>
                <w:sz w:val="18"/>
                <w:szCs w:val="18"/>
              </w:rPr>
            </w:pPr>
            <w:r w:rsidRPr="004479EE">
              <w:rPr>
                <w:iCs/>
              </w:rPr>
              <w:t>Kotoučové brzdy na přední i zadní nápravě.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14:paraId="4ADDA914" w14:textId="77777777" w:rsidR="00057286" w:rsidRPr="00816553" w:rsidRDefault="00057286" w:rsidP="0005728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6553">
              <w:rPr>
                <w:rFonts w:ascii="Arial" w:hAnsi="Arial" w:cs="Arial"/>
                <w:sz w:val="18"/>
                <w:szCs w:val="18"/>
              </w:rPr>
              <w:t>ano / ne</w:t>
            </w:r>
          </w:p>
        </w:tc>
        <w:tc>
          <w:tcPr>
            <w:tcW w:w="1730" w:type="dxa"/>
            <w:shd w:val="clear" w:color="auto" w:fill="auto"/>
            <w:noWrap/>
            <w:vAlign w:val="center"/>
            <w:hideMark/>
          </w:tcPr>
          <w:p w14:paraId="34AC41BD" w14:textId="6EEF5E79" w:rsidR="00057286" w:rsidRPr="00816553" w:rsidRDefault="00057286" w:rsidP="0005728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57286" w:rsidRPr="00816553" w14:paraId="385D4EEC" w14:textId="77777777" w:rsidTr="004479EE">
        <w:trPr>
          <w:trHeight w:val="285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14:paraId="1C65DED6" w14:textId="3A58DACF" w:rsidR="00057286" w:rsidRPr="00816553" w:rsidRDefault="00057286" w:rsidP="0005728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6553">
              <w:rPr>
                <w:rFonts w:ascii="Arial" w:hAnsi="Arial" w:cs="Arial"/>
                <w:sz w:val="18"/>
                <w:szCs w:val="18"/>
              </w:rPr>
              <w:t>1</w:t>
            </w:r>
            <w:r w:rsidR="000D0D78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6073" w:type="dxa"/>
            <w:shd w:val="clear" w:color="auto" w:fill="auto"/>
            <w:hideMark/>
          </w:tcPr>
          <w:p w14:paraId="0B228705" w14:textId="7DCF0652" w:rsidR="00057286" w:rsidRPr="000D0D78" w:rsidRDefault="00057286" w:rsidP="00057286">
            <w:pPr>
              <w:rPr>
                <w:rFonts w:ascii="Arial" w:hAnsi="Arial" w:cs="Arial"/>
                <w:sz w:val="18"/>
                <w:szCs w:val="18"/>
              </w:rPr>
            </w:pPr>
            <w:r w:rsidRPr="000D0D78">
              <w:rPr>
                <w:iCs/>
              </w:rPr>
              <w:t>Změna směru jízdy pod zatížením, bez použití spojky.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14:paraId="46A28509" w14:textId="77777777" w:rsidR="00057286" w:rsidRPr="00816553" w:rsidRDefault="00057286" w:rsidP="0005728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6553">
              <w:rPr>
                <w:rFonts w:ascii="Arial" w:hAnsi="Arial" w:cs="Arial"/>
                <w:sz w:val="18"/>
                <w:szCs w:val="18"/>
              </w:rPr>
              <w:t>ano / ne</w:t>
            </w:r>
          </w:p>
        </w:tc>
        <w:tc>
          <w:tcPr>
            <w:tcW w:w="1730" w:type="dxa"/>
            <w:shd w:val="clear" w:color="auto" w:fill="auto"/>
            <w:noWrap/>
            <w:vAlign w:val="center"/>
            <w:hideMark/>
          </w:tcPr>
          <w:p w14:paraId="63D68947" w14:textId="70083068" w:rsidR="00057286" w:rsidRPr="00816553" w:rsidRDefault="00057286" w:rsidP="0005728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57286" w:rsidRPr="00816553" w14:paraId="4489C379" w14:textId="77777777" w:rsidTr="004479EE">
        <w:trPr>
          <w:trHeight w:val="467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14:paraId="6EA97D50" w14:textId="0A3270CD" w:rsidR="00057286" w:rsidRPr="00816553" w:rsidRDefault="00057286" w:rsidP="0005728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6553">
              <w:rPr>
                <w:rFonts w:ascii="Arial" w:hAnsi="Arial" w:cs="Arial"/>
                <w:sz w:val="18"/>
                <w:szCs w:val="18"/>
              </w:rPr>
              <w:t>1</w:t>
            </w:r>
            <w:r w:rsidR="000D0D78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6073" w:type="dxa"/>
            <w:shd w:val="clear" w:color="auto" w:fill="auto"/>
            <w:hideMark/>
          </w:tcPr>
          <w:p w14:paraId="77394E23" w14:textId="4C1E296F" w:rsidR="00057286" w:rsidRPr="000D0D78" w:rsidRDefault="00057286" w:rsidP="00057286">
            <w:pPr>
              <w:rPr>
                <w:rFonts w:ascii="Arial" w:hAnsi="Arial" w:cs="Arial"/>
                <w:sz w:val="18"/>
                <w:szCs w:val="18"/>
              </w:rPr>
            </w:pPr>
            <w:r w:rsidRPr="000D0D78">
              <w:rPr>
                <w:iCs/>
              </w:rPr>
              <w:t>Pohon 4x4 odpojitelný, uzávěrka zadního diferenciálu s elektrohydraulickým spínáním/vypínáním.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14:paraId="6C777A17" w14:textId="77777777" w:rsidR="00057286" w:rsidRPr="00816553" w:rsidRDefault="00057286" w:rsidP="0005728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6553">
              <w:rPr>
                <w:rFonts w:ascii="Arial" w:hAnsi="Arial" w:cs="Arial"/>
                <w:sz w:val="18"/>
                <w:szCs w:val="18"/>
              </w:rPr>
              <w:t>ano / ne</w:t>
            </w:r>
          </w:p>
        </w:tc>
        <w:tc>
          <w:tcPr>
            <w:tcW w:w="1730" w:type="dxa"/>
            <w:shd w:val="clear" w:color="auto" w:fill="auto"/>
            <w:noWrap/>
            <w:vAlign w:val="center"/>
            <w:hideMark/>
          </w:tcPr>
          <w:p w14:paraId="3E93BB6B" w14:textId="0535E7B7" w:rsidR="00057286" w:rsidRPr="00816553" w:rsidRDefault="00057286" w:rsidP="0005728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57286" w:rsidRPr="00816553" w14:paraId="79098429" w14:textId="77777777" w:rsidTr="004479EE">
        <w:trPr>
          <w:trHeight w:val="285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14:paraId="741CDD5C" w14:textId="3C2873AC" w:rsidR="00057286" w:rsidRPr="00816553" w:rsidRDefault="00057286" w:rsidP="0005728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6553">
              <w:rPr>
                <w:rFonts w:ascii="Arial" w:hAnsi="Arial" w:cs="Arial"/>
                <w:sz w:val="18"/>
                <w:szCs w:val="18"/>
              </w:rPr>
              <w:t>1</w:t>
            </w:r>
            <w:r w:rsidR="000D0D78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6073" w:type="dxa"/>
            <w:shd w:val="clear" w:color="auto" w:fill="auto"/>
            <w:hideMark/>
          </w:tcPr>
          <w:p w14:paraId="1264FB8D" w14:textId="76EA59FC" w:rsidR="00057286" w:rsidRPr="000D0D78" w:rsidRDefault="00057286" w:rsidP="00057286">
            <w:pPr>
              <w:rPr>
                <w:rFonts w:ascii="Arial" w:hAnsi="Arial" w:cs="Arial"/>
                <w:sz w:val="18"/>
                <w:szCs w:val="18"/>
              </w:rPr>
            </w:pPr>
            <w:r w:rsidRPr="004479EE">
              <w:rPr>
                <w:iCs/>
              </w:rPr>
              <w:t>Uzávěrka předního diferenciálu min. samosvorná.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14:paraId="4712FDB4" w14:textId="77777777" w:rsidR="00057286" w:rsidRPr="00816553" w:rsidRDefault="00057286" w:rsidP="0005728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6553">
              <w:rPr>
                <w:rFonts w:ascii="Arial" w:hAnsi="Arial" w:cs="Arial"/>
                <w:sz w:val="18"/>
                <w:szCs w:val="18"/>
              </w:rPr>
              <w:t>ano / ne</w:t>
            </w:r>
          </w:p>
        </w:tc>
        <w:tc>
          <w:tcPr>
            <w:tcW w:w="1730" w:type="dxa"/>
            <w:shd w:val="clear" w:color="auto" w:fill="auto"/>
            <w:noWrap/>
            <w:vAlign w:val="center"/>
            <w:hideMark/>
          </w:tcPr>
          <w:p w14:paraId="3E9BC60C" w14:textId="00071A8C" w:rsidR="00057286" w:rsidRPr="00816553" w:rsidRDefault="00057286" w:rsidP="0005728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57286" w:rsidRPr="00816553" w14:paraId="0A841849" w14:textId="77777777" w:rsidTr="004479EE">
        <w:trPr>
          <w:trHeight w:val="285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14:paraId="7D2015DF" w14:textId="178B03D9" w:rsidR="00057286" w:rsidRPr="00816553" w:rsidRDefault="00057286" w:rsidP="0005728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6553">
              <w:rPr>
                <w:rFonts w:ascii="Arial" w:hAnsi="Arial" w:cs="Arial"/>
                <w:sz w:val="18"/>
                <w:szCs w:val="18"/>
              </w:rPr>
              <w:t>1</w:t>
            </w:r>
            <w:r w:rsidR="000D0D78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6073" w:type="dxa"/>
            <w:shd w:val="clear" w:color="auto" w:fill="auto"/>
            <w:hideMark/>
          </w:tcPr>
          <w:p w14:paraId="52F40B50" w14:textId="4B1F5381" w:rsidR="00057286" w:rsidRPr="000D0D78" w:rsidRDefault="00057286" w:rsidP="00057286">
            <w:pPr>
              <w:rPr>
                <w:rFonts w:ascii="Arial" w:hAnsi="Arial" w:cs="Arial"/>
                <w:sz w:val="18"/>
                <w:szCs w:val="18"/>
              </w:rPr>
            </w:pPr>
            <w:r w:rsidRPr="004479EE">
              <w:rPr>
                <w:iCs/>
              </w:rPr>
              <w:t>Pevná přední náprava.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14:paraId="7762ED47" w14:textId="77777777" w:rsidR="00057286" w:rsidRPr="00816553" w:rsidRDefault="00057286" w:rsidP="0005728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6553">
              <w:rPr>
                <w:rFonts w:ascii="Arial" w:hAnsi="Arial" w:cs="Arial"/>
                <w:sz w:val="18"/>
                <w:szCs w:val="18"/>
              </w:rPr>
              <w:t>ano / ne</w:t>
            </w:r>
          </w:p>
        </w:tc>
        <w:tc>
          <w:tcPr>
            <w:tcW w:w="1730" w:type="dxa"/>
            <w:shd w:val="clear" w:color="auto" w:fill="auto"/>
            <w:noWrap/>
            <w:vAlign w:val="center"/>
            <w:hideMark/>
          </w:tcPr>
          <w:p w14:paraId="2935A83E" w14:textId="2B920FC7" w:rsidR="00057286" w:rsidRPr="00816553" w:rsidRDefault="00057286" w:rsidP="0005728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57286" w:rsidRPr="00816553" w14:paraId="2375482E" w14:textId="77777777" w:rsidTr="004479EE">
        <w:trPr>
          <w:trHeight w:val="285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14:paraId="08A4601F" w14:textId="0BD35422" w:rsidR="00057286" w:rsidRPr="00816553" w:rsidRDefault="00057286" w:rsidP="0005728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6553">
              <w:rPr>
                <w:rFonts w:ascii="Arial" w:hAnsi="Arial" w:cs="Arial"/>
                <w:sz w:val="18"/>
                <w:szCs w:val="18"/>
              </w:rPr>
              <w:t>1</w:t>
            </w:r>
            <w:r w:rsidR="000D0D78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6073" w:type="dxa"/>
            <w:shd w:val="clear" w:color="auto" w:fill="auto"/>
            <w:hideMark/>
          </w:tcPr>
          <w:p w14:paraId="25083033" w14:textId="454F4EC7" w:rsidR="00057286" w:rsidRPr="000D0D78" w:rsidRDefault="00057286" w:rsidP="00057286">
            <w:pPr>
              <w:rPr>
                <w:rFonts w:ascii="Arial" w:hAnsi="Arial" w:cs="Arial"/>
                <w:sz w:val="18"/>
                <w:szCs w:val="18"/>
              </w:rPr>
            </w:pPr>
            <w:r w:rsidRPr="000D0D78">
              <w:t>Vzduchové brzdy pro zapojení přívěsu s dvouokruhovým i jednookruhovým brzdovým systémem. Ruční brzda.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14:paraId="462DCB13" w14:textId="77777777" w:rsidR="00057286" w:rsidRPr="00816553" w:rsidRDefault="00057286" w:rsidP="0005728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6553">
              <w:rPr>
                <w:rFonts w:ascii="Arial" w:hAnsi="Arial" w:cs="Arial"/>
                <w:sz w:val="18"/>
                <w:szCs w:val="18"/>
              </w:rPr>
              <w:t>ano / ne</w:t>
            </w:r>
          </w:p>
        </w:tc>
        <w:tc>
          <w:tcPr>
            <w:tcW w:w="1730" w:type="dxa"/>
            <w:shd w:val="clear" w:color="auto" w:fill="auto"/>
            <w:noWrap/>
            <w:vAlign w:val="center"/>
            <w:hideMark/>
          </w:tcPr>
          <w:p w14:paraId="65D47ABB" w14:textId="1D741180" w:rsidR="00057286" w:rsidRPr="00816553" w:rsidRDefault="00057286" w:rsidP="0005728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57286" w:rsidRPr="00816553" w14:paraId="6B6F7634" w14:textId="77777777" w:rsidTr="004479EE">
        <w:trPr>
          <w:trHeight w:val="285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14:paraId="655EC3EE" w14:textId="0E8E0B80" w:rsidR="00057286" w:rsidRPr="00816553" w:rsidRDefault="00057286" w:rsidP="0005728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6553">
              <w:rPr>
                <w:rFonts w:ascii="Arial" w:hAnsi="Arial" w:cs="Arial"/>
                <w:sz w:val="18"/>
                <w:szCs w:val="18"/>
              </w:rPr>
              <w:t>1</w:t>
            </w:r>
            <w:r w:rsidR="000D0D78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6073" w:type="dxa"/>
            <w:shd w:val="clear" w:color="auto" w:fill="auto"/>
            <w:hideMark/>
          </w:tcPr>
          <w:p w14:paraId="7F8F7CA4" w14:textId="7A5BF3DB" w:rsidR="00057286" w:rsidRPr="000D0D78" w:rsidRDefault="00057286" w:rsidP="00057286">
            <w:pPr>
              <w:rPr>
                <w:rFonts w:ascii="Arial" w:hAnsi="Arial" w:cs="Arial"/>
                <w:sz w:val="18"/>
                <w:szCs w:val="18"/>
              </w:rPr>
            </w:pPr>
            <w:r w:rsidRPr="004479EE">
              <w:rPr>
                <w:iCs/>
              </w:rPr>
              <w:t>Zadní tříbodový závěs, ovládání zadních hydraulických ramen z kabiny a vně kabiny. Z</w:t>
            </w:r>
            <w:r w:rsidRPr="004479EE">
              <w:t>adní tříbodový rychlozávěs kat. II.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14:paraId="3EAD9118" w14:textId="34A707E7" w:rsidR="00057286" w:rsidRPr="00816553" w:rsidRDefault="00057286" w:rsidP="0005728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6553">
              <w:rPr>
                <w:rFonts w:ascii="Arial" w:hAnsi="Arial" w:cs="Arial"/>
                <w:sz w:val="18"/>
                <w:szCs w:val="18"/>
              </w:rPr>
              <w:t>ano / ne</w:t>
            </w:r>
          </w:p>
        </w:tc>
        <w:tc>
          <w:tcPr>
            <w:tcW w:w="1730" w:type="dxa"/>
            <w:shd w:val="clear" w:color="auto" w:fill="auto"/>
            <w:noWrap/>
            <w:vAlign w:val="center"/>
            <w:hideMark/>
          </w:tcPr>
          <w:p w14:paraId="23A426C1" w14:textId="08D01234" w:rsidR="00057286" w:rsidRPr="00816553" w:rsidRDefault="00057286" w:rsidP="0005728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301AD" w:rsidRPr="00816553" w14:paraId="4218A382" w14:textId="77777777" w:rsidTr="000D0D78">
        <w:trPr>
          <w:trHeight w:val="251"/>
        </w:trPr>
        <w:tc>
          <w:tcPr>
            <w:tcW w:w="540" w:type="dxa"/>
            <w:shd w:val="clear" w:color="auto" w:fill="auto"/>
            <w:noWrap/>
            <w:vAlign w:val="center"/>
          </w:tcPr>
          <w:p w14:paraId="537BB3B2" w14:textId="04BA012C" w:rsidR="008301AD" w:rsidRDefault="008301AD" w:rsidP="0005728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bookmarkStart w:id="1" w:name="_Hlk176165120"/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6073" w:type="dxa"/>
            <w:shd w:val="clear" w:color="auto" w:fill="auto"/>
            <w:noWrap/>
          </w:tcPr>
          <w:p w14:paraId="4BA997FE" w14:textId="68696727" w:rsidR="008301AD" w:rsidRPr="008301AD" w:rsidRDefault="008301AD" w:rsidP="00057286">
            <w:r>
              <w:t>Zadní závěs pro jednonápravový přívěs s </w:t>
            </w:r>
            <w:proofErr w:type="spellStart"/>
            <w:r>
              <w:t>hydr</w:t>
            </w:r>
            <w:proofErr w:type="spellEnd"/>
            <w:r>
              <w:t>. ovládáním</w:t>
            </w:r>
          </w:p>
        </w:tc>
        <w:tc>
          <w:tcPr>
            <w:tcW w:w="1361" w:type="dxa"/>
            <w:shd w:val="clear" w:color="auto" w:fill="auto"/>
            <w:noWrap/>
            <w:vAlign w:val="center"/>
          </w:tcPr>
          <w:p w14:paraId="4438CD6E" w14:textId="4AEBB59B" w:rsidR="008301AD" w:rsidRPr="00816553" w:rsidRDefault="008301AD" w:rsidP="0005728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ano/ne</w:t>
            </w:r>
          </w:p>
        </w:tc>
        <w:tc>
          <w:tcPr>
            <w:tcW w:w="1730" w:type="dxa"/>
            <w:shd w:val="clear" w:color="auto" w:fill="auto"/>
            <w:noWrap/>
            <w:vAlign w:val="center"/>
          </w:tcPr>
          <w:p w14:paraId="522DCCDA" w14:textId="77777777" w:rsidR="008301AD" w:rsidRPr="00816553" w:rsidRDefault="008301AD" w:rsidP="0005728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bookmarkEnd w:id="1"/>
      <w:tr w:rsidR="00057286" w:rsidRPr="00816553" w14:paraId="04DDAC3F" w14:textId="77777777" w:rsidTr="004479EE">
        <w:trPr>
          <w:trHeight w:val="251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14:paraId="2E169CA8" w14:textId="4CD15147" w:rsidR="00057286" w:rsidRPr="00816553" w:rsidRDefault="008301AD" w:rsidP="0005728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6073" w:type="dxa"/>
            <w:shd w:val="clear" w:color="auto" w:fill="auto"/>
            <w:noWrap/>
            <w:hideMark/>
          </w:tcPr>
          <w:p w14:paraId="3484A4EF" w14:textId="39218659" w:rsidR="00057286" w:rsidRPr="000D0D78" w:rsidRDefault="00057286" w:rsidP="00057286">
            <w:pPr>
              <w:rPr>
                <w:rFonts w:ascii="Arial" w:hAnsi="Arial" w:cs="Arial"/>
                <w:sz w:val="18"/>
                <w:szCs w:val="18"/>
              </w:rPr>
            </w:pPr>
            <w:r w:rsidRPr="004479EE">
              <w:t xml:space="preserve">Zadní závěs </w:t>
            </w:r>
            <w:r w:rsidR="008301AD">
              <w:t xml:space="preserve">výškově stavitelný </w:t>
            </w:r>
            <w:r w:rsidRPr="004479EE">
              <w:t>na čep.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14:paraId="5FB83EBD" w14:textId="77777777" w:rsidR="00057286" w:rsidRPr="00816553" w:rsidRDefault="00057286" w:rsidP="0005728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6553">
              <w:rPr>
                <w:rFonts w:ascii="Arial" w:hAnsi="Arial" w:cs="Arial"/>
                <w:sz w:val="18"/>
                <w:szCs w:val="18"/>
              </w:rPr>
              <w:t>ano / ne</w:t>
            </w:r>
          </w:p>
        </w:tc>
        <w:tc>
          <w:tcPr>
            <w:tcW w:w="1730" w:type="dxa"/>
            <w:shd w:val="clear" w:color="auto" w:fill="auto"/>
            <w:noWrap/>
            <w:vAlign w:val="center"/>
            <w:hideMark/>
          </w:tcPr>
          <w:p w14:paraId="3A4BB14D" w14:textId="3156F8EF" w:rsidR="00057286" w:rsidRPr="00816553" w:rsidRDefault="00057286" w:rsidP="0005728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57286" w:rsidRPr="00816553" w14:paraId="69737446" w14:textId="77777777" w:rsidTr="004479EE">
        <w:trPr>
          <w:trHeight w:val="285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14:paraId="47259520" w14:textId="562BE703" w:rsidR="00057286" w:rsidRPr="00816553" w:rsidRDefault="00057286" w:rsidP="0005728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6553">
              <w:rPr>
                <w:rFonts w:ascii="Arial" w:hAnsi="Arial" w:cs="Arial"/>
                <w:sz w:val="18"/>
                <w:szCs w:val="18"/>
              </w:rPr>
              <w:t>2</w:t>
            </w:r>
            <w:r w:rsidR="008301AD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6073" w:type="dxa"/>
            <w:shd w:val="clear" w:color="auto" w:fill="auto"/>
            <w:noWrap/>
            <w:hideMark/>
          </w:tcPr>
          <w:p w14:paraId="07D6B4DC" w14:textId="3FE597BE" w:rsidR="00057286" w:rsidRPr="000D0D78" w:rsidRDefault="00057286" w:rsidP="00057286">
            <w:pPr>
              <w:rPr>
                <w:rFonts w:ascii="Arial" w:hAnsi="Arial" w:cs="Arial"/>
                <w:sz w:val="18"/>
                <w:szCs w:val="18"/>
              </w:rPr>
            </w:pPr>
            <w:r w:rsidRPr="004479EE">
              <w:rPr>
                <w:iCs/>
              </w:rPr>
              <w:t xml:space="preserve">Zadní vývodový hřídel </w:t>
            </w:r>
            <w:r w:rsidR="004479EE" w:rsidRPr="004479EE">
              <w:rPr>
                <w:iCs/>
              </w:rPr>
              <w:t>2rychlostní</w:t>
            </w:r>
            <w:r w:rsidRPr="004479EE">
              <w:rPr>
                <w:iCs/>
              </w:rPr>
              <w:t xml:space="preserve"> 540/1000 </w:t>
            </w:r>
            <w:proofErr w:type="spellStart"/>
            <w:r w:rsidRPr="004479EE">
              <w:rPr>
                <w:iCs/>
              </w:rPr>
              <w:t>ot</w:t>
            </w:r>
            <w:proofErr w:type="spellEnd"/>
            <w:r w:rsidRPr="004479EE">
              <w:rPr>
                <w:iCs/>
              </w:rPr>
              <w:t xml:space="preserve">/min., možnost </w:t>
            </w:r>
            <w:r w:rsidRPr="004479EE">
              <w:rPr>
                <w:bCs/>
              </w:rPr>
              <w:t>závislých/nezávislých otáček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14:paraId="52E5134B" w14:textId="77777777" w:rsidR="00057286" w:rsidRPr="00816553" w:rsidRDefault="00057286" w:rsidP="0005728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6553">
              <w:rPr>
                <w:rFonts w:ascii="Arial" w:hAnsi="Arial" w:cs="Arial"/>
                <w:sz w:val="18"/>
                <w:szCs w:val="18"/>
              </w:rPr>
              <w:t>ano / ne</w:t>
            </w:r>
          </w:p>
        </w:tc>
        <w:tc>
          <w:tcPr>
            <w:tcW w:w="1730" w:type="dxa"/>
            <w:shd w:val="clear" w:color="auto" w:fill="auto"/>
            <w:noWrap/>
            <w:vAlign w:val="center"/>
            <w:hideMark/>
          </w:tcPr>
          <w:p w14:paraId="39220701" w14:textId="7098AA75" w:rsidR="00057286" w:rsidRPr="00816553" w:rsidRDefault="00057286" w:rsidP="0005728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57286" w:rsidRPr="00816553" w14:paraId="1EAFCA85" w14:textId="77777777" w:rsidTr="004479EE">
        <w:trPr>
          <w:trHeight w:val="285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14:paraId="0D408324" w14:textId="54954885" w:rsidR="00057286" w:rsidRPr="00816553" w:rsidRDefault="00057286" w:rsidP="0005728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6553">
              <w:rPr>
                <w:rFonts w:ascii="Arial" w:hAnsi="Arial" w:cs="Arial"/>
                <w:sz w:val="18"/>
                <w:szCs w:val="18"/>
              </w:rPr>
              <w:t>2</w:t>
            </w:r>
            <w:r w:rsidR="008301AD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6073" w:type="dxa"/>
            <w:shd w:val="clear" w:color="auto" w:fill="auto"/>
            <w:noWrap/>
            <w:hideMark/>
          </w:tcPr>
          <w:p w14:paraId="7EF3AA28" w14:textId="7E0BEA75" w:rsidR="00057286" w:rsidRPr="000D0D78" w:rsidRDefault="00057286" w:rsidP="00057286">
            <w:pPr>
              <w:rPr>
                <w:rFonts w:ascii="Arial" w:hAnsi="Arial" w:cs="Arial"/>
                <w:sz w:val="18"/>
                <w:szCs w:val="18"/>
              </w:rPr>
            </w:pPr>
            <w:r w:rsidRPr="004479EE">
              <w:rPr>
                <w:iCs/>
              </w:rPr>
              <w:t xml:space="preserve">Dodávka hydraulického čerpadla min. 60 l/min / 18 </w:t>
            </w:r>
            <w:proofErr w:type="spellStart"/>
            <w:r w:rsidRPr="004479EE">
              <w:rPr>
                <w:iCs/>
              </w:rPr>
              <w:t>MPa</w:t>
            </w:r>
            <w:proofErr w:type="spellEnd"/>
            <w:r w:rsidRPr="004479EE">
              <w:rPr>
                <w:iCs/>
              </w:rPr>
              <w:t>.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14:paraId="64D3B591" w14:textId="76F700F6" w:rsidR="00057286" w:rsidRPr="00816553" w:rsidRDefault="00057286" w:rsidP="0005728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6553">
              <w:rPr>
                <w:rFonts w:ascii="Arial" w:hAnsi="Arial" w:cs="Arial"/>
                <w:sz w:val="18"/>
                <w:szCs w:val="18"/>
              </w:rPr>
              <w:t>hodnota</w:t>
            </w:r>
          </w:p>
        </w:tc>
        <w:tc>
          <w:tcPr>
            <w:tcW w:w="1730" w:type="dxa"/>
            <w:shd w:val="clear" w:color="auto" w:fill="auto"/>
            <w:noWrap/>
            <w:vAlign w:val="center"/>
            <w:hideMark/>
          </w:tcPr>
          <w:p w14:paraId="28E97164" w14:textId="2BD04F34" w:rsidR="00057286" w:rsidRPr="00816553" w:rsidRDefault="00057286" w:rsidP="0005728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57286" w:rsidRPr="00816553" w14:paraId="37D2DB98" w14:textId="77777777" w:rsidTr="004479EE">
        <w:trPr>
          <w:trHeight w:val="285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14:paraId="58F904D7" w14:textId="2A2E8A09" w:rsidR="00057286" w:rsidRPr="00816553" w:rsidRDefault="00057286" w:rsidP="0005728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6553">
              <w:rPr>
                <w:rFonts w:ascii="Arial" w:hAnsi="Arial" w:cs="Arial"/>
                <w:sz w:val="18"/>
                <w:szCs w:val="18"/>
              </w:rPr>
              <w:t>2</w:t>
            </w:r>
            <w:r w:rsidR="008301AD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6073" w:type="dxa"/>
            <w:shd w:val="clear" w:color="auto" w:fill="auto"/>
            <w:hideMark/>
          </w:tcPr>
          <w:p w14:paraId="643B929B" w14:textId="567234BD" w:rsidR="00057286" w:rsidRPr="000D0D78" w:rsidRDefault="00057286" w:rsidP="00057286">
            <w:pPr>
              <w:rPr>
                <w:rFonts w:ascii="Arial" w:hAnsi="Arial" w:cs="Arial"/>
                <w:sz w:val="18"/>
                <w:szCs w:val="18"/>
              </w:rPr>
            </w:pPr>
            <w:r w:rsidRPr="004479EE">
              <w:t>Min. tři hydraulické dvojčinné okruhy včetně zpětné větve vzadu.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14:paraId="3A4EE958" w14:textId="765E1CB6" w:rsidR="00057286" w:rsidRDefault="00057286" w:rsidP="0005728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hodnota</w:t>
            </w:r>
          </w:p>
          <w:p w14:paraId="5C7430BA" w14:textId="4EEA65BE" w:rsidR="00A70435" w:rsidRPr="00816553" w:rsidRDefault="00A70435" w:rsidP="0005728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ano / ne</w:t>
            </w:r>
          </w:p>
        </w:tc>
        <w:tc>
          <w:tcPr>
            <w:tcW w:w="1730" w:type="dxa"/>
            <w:shd w:val="clear" w:color="auto" w:fill="auto"/>
            <w:noWrap/>
            <w:vAlign w:val="center"/>
            <w:hideMark/>
          </w:tcPr>
          <w:p w14:paraId="707E4967" w14:textId="717B4BBD" w:rsidR="00057286" w:rsidRPr="00816553" w:rsidRDefault="00057286" w:rsidP="0005728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57286" w:rsidRPr="00816553" w14:paraId="2B94BCF9" w14:textId="77777777" w:rsidTr="004479EE">
        <w:trPr>
          <w:trHeight w:val="277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14:paraId="2F3F34B4" w14:textId="13805B18" w:rsidR="00057286" w:rsidRPr="00816553" w:rsidRDefault="00057286" w:rsidP="0005728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6553">
              <w:rPr>
                <w:rFonts w:ascii="Arial" w:hAnsi="Arial" w:cs="Arial"/>
                <w:sz w:val="18"/>
                <w:szCs w:val="18"/>
              </w:rPr>
              <w:t>2</w:t>
            </w:r>
            <w:r w:rsidR="008301AD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6073" w:type="dxa"/>
            <w:shd w:val="clear" w:color="auto" w:fill="auto"/>
            <w:hideMark/>
          </w:tcPr>
          <w:p w14:paraId="26D5B91B" w14:textId="3E336DA1" w:rsidR="00057286" w:rsidRPr="000D0D78" w:rsidRDefault="00057286" w:rsidP="00057286">
            <w:pPr>
              <w:rPr>
                <w:rFonts w:ascii="Arial" w:hAnsi="Arial" w:cs="Arial"/>
                <w:sz w:val="18"/>
                <w:szCs w:val="18"/>
              </w:rPr>
            </w:pPr>
            <w:r w:rsidRPr="000D0D78">
              <w:rPr>
                <w:iCs/>
              </w:rPr>
              <w:t>Kabina se střešním průhledem.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14:paraId="702B00DF" w14:textId="1272D23D" w:rsidR="00057286" w:rsidRPr="00816553" w:rsidRDefault="00057286" w:rsidP="0005728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6553">
              <w:rPr>
                <w:rFonts w:ascii="Arial" w:hAnsi="Arial" w:cs="Arial"/>
                <w:sz w:val="18"/>
                <w:szCs w:val="18"/>
              </w:rPr>
              <w:t xml:space="preserve">ano / ne  </w:t>
            </w:r>
          </w:p>
        </w:tc>
        <w:tc>
          <w:tcPr>
            <w:tcW w:w="1730" w:type="dxa"/>
            <w:shd w:val="clear" w:color="auto" w:fill="auto"/>
            <w:noWrap/>
            <w:vAlign w:val="center"/>
            <w:hideMark/>
          </w:tcPr>
          <w:p w14:paraId="3CCD5077" w14:textId="2215874D" w:rsidR="00057286" w:rsidRPr="00816553" w:rsidRDefault="00057286" w:rsidP="0005728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57286" w:rsidRPr="00816553" w14:paraId="776EBF49" w14:textId="77777777" w:rsidTr="004479EE">
        <w:trPr>
          <w:trHeight w:val="285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14:paraId="04226AD6" w14:textId="59F82575" w:rsidR="00057286" w:rsidRPr="00816553" w:rsidRDefault="00057286" w:rsidP="0005728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6553">
              <w:rPr>
                <w:rFonts w:ascii="Arial" w:hAnsi="Arial" w:cs="Arial"/>
                <w:sz w:val="18"/>
                <w:szCs w:val="18"/>
              </w:rPr>
              <w:t>2</w:t>
            </w:r>
            <w:r w:rsidR="008301AD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6073" w:type="dxa"/>
            <w:shd w:val="clear" w:color="auto" w:fill="auto"/>
            <w:hideMark/>
          </w:tcPr>
          <w:p w14:paraId="37694712" w14:textId="1FC1D54B" w:rsidR="00057286" w:rsidRPr="000D0D78" w:rsidRDefault="00057286" w:rsidP="00057286">
            <w:pPr>
              <w:rPr>
                <w:rFonts w:ascii="Arial" w:hAnsi="Arial" w:cs="Arial"/>
                <w:sz w:val="18"/>
                <w:szCs w:val="18"/>
              </w:rPr>
            </w:pPr>
            <w:r w:rsidRPr="004479EE">
              <w:rPr>
                <w:iCs/>
              </w:rPr>
              <w:t>Pneumaticky odpružená sedačka řidiče s natáčením, sedačka spolujezdce. Sedačky opatřeny snímacími potahy tmavé barvy.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14:paraId="5CD84146" w14:textId="77777777" w:rsidR="00057286" w:rsidRPr="00816553" w:rsidRDefault="00057286" w:rsidP="0005728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6553">
              <w:rPr>
                <w:rFonts w:ascii="Arial" w:hAnsi="Arial" w:cs="Arial"/>
                <w:sz w:val="18"/>
                <w:szCs w:val="18"/>
              </w:rPr>
              <w:t>ano / ne</w:t>
            </w:r>
          </w:p>
        </w:tc>
        <w:tc>
          <w:tcPr>
            <w:tcW w:w="1730" w:type="dxa"/>
            <w:shd w:val="clear" w:color="auto" w:fill="auto"/>
            <w:noWrap/>
            <w:vAlign w:val="center"/>
            <w:hideMark/>
          </w:tcPr>
          <w:p w14:paraId="6F4CFC0F" w14:textId="2EF44F58" w:rsidR="00057286" w:rsidRPr="00816553" w:rsidRDefault="00057286" w:rsidP="0005728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57286" w:rsidRPr="00816553" w14:paraId="73EA6BE0" w14:textId="77777777" w:rsidTr="004479EE">
        <w:trPr>
          <w:trHeight w:val="285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14:paraId="6EAD4CD3" w14:textId="6A206547" w:rsidR="00057286" w:rsidRPr="00816553" w:rsidRDefault="00057286" w:rsidP="0005728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6553">
              <w:rPr>
                <w:rFonts w:ascii="Arial" w:hAnsi="Arial" w:cs="Arial"/>
                <w:sz w:val="18"/>
                <w:szCs w:val="18"/>
              </w:rPr>
              <w:t>2</w:t>
            </w:r>
            <w:r w:rsidR="008301AD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6073" w:type="dxa"/>
            <w:shd w:val="clear" w:color="auto" w:fill="auto"/>
            <w:hideMark/>
          </w:tcPr>
          <w:p w14:paraId="09693DDB" w14:textId="77DA361F" w:rsidR="00057286" w:rsidRPr="000D0D78" w:rsidRDefault="00057286" w:rsidP="00057286">
            <w:pPr>
              <w:rPr>
                <w:rFonts w:ascii="Arial" w:hAnsi="Arial" w:cs="Arial"/>
                <w:sz w:val="18"/>
                <w:szCs w:val="18"/>
              </w:rPr>
            </w:pPr>
            <w:r w:rsidRPr="004479EE">
              <w:t xml:space="preserve">Tónovaná skla kabiny, </w:t>
            </w:r>
            <w:r w:rsidRPr="004479EE">
              <w:rPr>
                <w:bCs/>
              </w:rPr>
              <w:t>vnitřní sluneční clona,</w:t>
            </w:r>
            <w:r w:rsidRPr="004479EE">
              <w:t xml:space="preserve"> v</w:t>
            </w:r>
            <w:r w:rsidRPr="004479EE">
              <w:rPr>
                <w:iCs/>
              </w:rPr>
              <w:t>yhřívané zadní okno se stěračem.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14:paraId="2576B022" w14:textId="77777777" w:rsidR="00057286" w:rsidRPr="00816553" w:rsidRDefault="00057286" w:rsidP="0005728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6553">
              <w:rPr>
                <w:rFonts w:ascii="Arial" w:hAnsi="Arial" w:cs="Arial"/>
                <w:sz w:val="18"/>
                <w:szCs w:val="18"/>
              </w:rPr>
              <w:t>ano / ne</w:t>
            </w:r>
          </w:p>
        </w:tc>
        <w:tc>
          <w:tcPr>
            <w:tcW w:w="1730" w:type="dxa"/>
            <w:shd w:val="clear" w:color="auto" w:fill="auto"/>
            <w:noWrap/>
            <w:vAlign w:val="center"/>
            <w:hideMark/>
          </w:tcPr>
          <w:p w14:paraId="554FDD52" w14:textId="6D94A98C" w:rsidR="00057286" w:rsidRPr="00816553" w:rsidRDefault="00057286" w:rsidP="0005728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57286" w:rsidRPr="00816553" w14:paraId="3B0A9D4A" w14:textId="77777777" w:rsidTr="004479EE">
        <w:trPr>
          <w:trHeight w:val="211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14:paraId="03396F75" w14:textId="095B4198" w:rsidR="00057286" w:rsidRPr="00816553" w:rsidRDefault="00057286" w:rsidP="0005728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6553">
              <w:rPr>
                <w:rFonts w:ascii="Arial" w:hAnsi="Arial" w:cs="Arial"/>
                <w:sz w:val="18"/>
                <w:szCs w:val="18"/>
              </w:rPr>
              <w:t>2</w:t>
            </w:r>
            <w:r w:rsidR="008301AD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6073" w:type="dxa"/>
            <w:shd w:val="clear" w:color="auto" w:fill="auto"/>
            <w:hideMark/>
          </w:tcPr>
          <w:p w14:paraId="4D759160" w14:textId="7339C8C8" w:rsidR="00057286" w:rsidRPr="000D0D78" w:rsidRDefault="00057286" w:rsidP="00057286">
            <w:pPr>
              <w:rPr>
                <w:rFonts w:ascii="Arial" w:hAnsi="Arial" w:cs="Arial"/>
                <w:sz w:val="18"/>
                <w:szCs w:val="18"/>
              </w:rPr>
            </w:pPr>
            <w:r w:rsidRPr="004479EE">
              <w:rPr>
                <w:iCs/>
              </w:rPr>
              <w:t>Klimatizace.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14:paraId="325700B8" w14:textId="2F3EDC1B" w:rsidR="00057286" w:rsidRPr="00816553" w:rsidRDefault="00057286" w:rsidP="0005728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6553">
              <w:rPr>
                <w:rFonts w:ascii="Arial" w:hAnsi="Arial" w:cs="Arial"/>
                <w:sz w:val="18"/>
                <w:szCs w:val="18"/>
              </w:rPr>
              <w:t>ano / ne</w:t>
            </w:r>
            <w:r w:rsidRPr="00816553" w:rsidDel="00057286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730" w:type="dxa"/>
            <w:shd w:val="clear" w:color="auto" w:fill="auto"/>
            <w:noWrap/>
            <w:vAlign w:val="center"/>
            <w:hideMark/>
          </w:tcPr>
          <w:p w14:paraId="4EC37274" w14:textId="7B39641B" w:rsidR="00057286" w:rsidRPr="00816553" w:rsidRDefault="00057286" w:rsidP="0005728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57286" w:rsidRPr="00816553" w14:paraId="66524B12" w14:textId="77777777" w:rsidTr="004479EE">
        <w:trPr>
          <w:trHeight w:val="285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14:paraId="10B91BD8" w14:textId="198ED41F" w:rsidR="00057286" w:rsidRPr="00816553" w:rsidRDefault="00057286" w:rsidP="0005728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6553">
              <w:rPr>
                <w:rFonts w:ascii="Arial" w:hAnsi="Arial" w:cs="Arial"/>
                <w:sz w:val="18"/>
                <w:szCs w:val="18"/>
              </w:rPr>
              <w:lastRenderedPageBreak/>
              <w:t>2</w:t>
            </w:r>
            <w:r w:rsidR="008301AD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6073" w:type="dxa"/>
            <w:shd w:val="clear" w:color="auto" w:fill="auto"/>
            <w:hideMark/>
          </w:tcPr>
          <w:p w14:paraId="286DE4EB" w14:textId="176C7AB6" w:rsidR="00057286" w:rsidRPr="000D0D78" w:rsidRDefault="00057286" w:rsidP="00057286">
            <w:pPr>
              <w:rPr>
                <w:rFonts w:ascii="Arial" w:hAnsi="Arial" w:cs="Arial"/>
                <w:sz w:val="18"/>
                <w:szCs w:val="18"/>
              </w:rPr>
            </w:pPr>
            <w:r w:rsidRPr="000D0D78">
              <w:t>Přídavné světlomety včetně směrových světel u čelního skla traktoru, nahrazující legislativně hlavní světlomety pro případ jejich zakrytí přední nástavbou (např. sněhovým pluhem).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14:paraId="1AF3CEBC" w14:textId="77777777" w:rsidR="00057286" w:rsidRPr="00816553" w:rsidRDefault="00057286" w:rsidP="0005728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6553">
              <w:rPr>
                <w:rFonts w:ascii="Arial" w:hAnsi="Arial" w:cs="Arial"/>
                <w:sz w:val="18"/>
                <w:szCs w:val="18"/>
              </w:rPr>
              <w:t>ano / ne</w:t>
            </w:r>
          </w:p>
        </w:tc>
        <w:tc>
          <w:tcPr>
            <w:tcW w:w="1730" w:type="dxa"/>
            <w:shd w:val="clear" w:color="auto" w:fill="auto"/>
            <w:noWrap/>
            <w:vAlign w:val="center"/>
            <w:hideMark/>
          </w:tcPr>
          <w:p w14:paraId="164EC117" w14:textId="3099FF7B" w:rsidR="00057286" w:rsidRPr="00816553" w:rsidRDefault="00057286" w:rsidP="0005728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57286" w:rsidRPr="00816553" w14:paraId="0C9569CC" w14:textId="77777777" w:rsidTr="004479EE">
        <w:trPr>
          <w:trHeight w:val="285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14:paraId="7E16E8D2" w14:textId="37AC5C9A" w:rsidR="00057286" w:rsidRPr="00816553" w:rsidRDefault="000D0D78" w:rsidP="0005728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  <w:r w:rsidR="008301AD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6073" w:type="dxa"/>
            <w:shd w:val="clear" w:color="auto" w:fill="auto"/>
            <w:hideMark/>
          </w:tcPr>
          <w:p w14:paraId="4FEEC716" w14:textId="6A695A88" w:rsidR="00057286" w:rsidRPr="000D0D78" w:rsidRDefault="00057286" w:rsidP="00057286">
            <w:pPr>
              <w:rPr>
                <w:rFonts w:ascii="Arial" w:hAnsi="Arial" w:cs="Arial"/>
                <w:sz w:val="18"/>
                <w:szCs w:val="18"/>
              </w:rPr>
            </w:pPr>
            <w:r w:rsidRPr="004479EE">
              <w:t>Pracovní světla min. 2 kusy umístěny v přední části střechy.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14:paraId="16586824" w14:textId="66C30465" w:rsidR="00057286" w:rsidRPr="00816553" w:rsidRDefault="00057286" w:rsidP="0005728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hodnota</w:t>
            </w:r>
          </w:p>
        </w:tc>
        <w:tc>
          <w:tcPr>
            <w:tcW w:w="1730" w:type="dxa"/>
            <w:shd w:val="clear" w:color="auto" w:fill="auto"/>
            <w:noWrap/>
            <w:vAlign w:val="center"/>
            <w:hideMark/>
          </w:tcPr>
          <w:p w14:paraId="589FFC0D" w14:textId="1EEAD0A0" w:rsidR="00057286" w:rsidRPr="00816553" w:rsidRDefault="00057286" w:rsidP="0005728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57286" w:rsidRPr="00816553" w14:paraId="009985B8" w14:textId="77777777" w:rsidTr="004479EE">
        <w:trPr>
          <w:trHeight w:val="285"/>
        </w:trPr>
        <w:tc>
          <w:tcPr>
            <w:tcW w:w="540" w:type="dxa"/>
            <w:shd w:val="clear" w:color="auto" w:fill="auto"/>
            <w:noWrap/>
            <w:vAlign w:val="center"/>
          </w:tcPr>
          <w:p w14:paraId="5A8E74A6" w14:textId="6178E2D6" w:rsidR="00057286" w:rsidRPr="00816553" w:rsidRDefault="008301AD" w:rsidP="0005728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6073" w:type="dxa"/>
            <w:shd w:val="clear" w:color="auto" w:fill="auto"/>
          </w:tcPr>
          <w:p w14:paraId="261DEE2E" w14:textId="65FB1775" w:rsidR="00057286" w:rsidRPr="004479EE" w:rsidRDefault="00057286" w:rsidP="00057286">
            <w:r w:rsidRPr="004479EE">
              <w:t xml:space="preserve">Pracovní světla min. 4 ks </w:t>
            </w:r>
            <w:r w:rsidR="004479EE" w:rsidRPr="004479EE">
              <w:t>umístěna</w:t>
            </w:r>
            <w:r w:rsidRPr="004479EE">
              <w:t xml:space="preserve"> v zadní části střechy.</w:t>
            </w:r>
          </w:p>
        </w:tc>
        <w:tc>
          <w:tcPr>
            <w:tcW w:w="1361" w:type="dxa"/>
            <w:shd w:val="clear" w:color="auto" w:fill="auto"/>
            <w:noWrap/>
            <w:vAlign w:val="center"/>
          </w:tcPr>
          <w:p w14:paraId="65472770" w14:textId="717816F5" w:rsidR="00057286" w:rsidRPr="00816553" w:rsidRDefault="00057286" w:rsidP="0005728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hodnota</w:t>
            </w:r>
          </w:p>
        </w:tc>
        <w:tc>
          <w:tcPr>
            <w:tcW w:w="1730" w:type="dxa"/>
            <w:shd w:val="clear" w:color="auto" w:fill="auto"/>
            <w:noWrap/>
            <w:vAlign w:val="center"/>
          </w:tcPr>
          <w:p w14:paraId="75C0CD86" w14:textId="77777777" w:rsidR="00057286" w:rsidRPr="00816553" w:rsidRDefault="00057286" w:rsidP="0005728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57286" w:rsidRPr="00816553" w14:paraId="7E6E8E9C" w14:textId="77777777" w:rsidTr="004479EE">
        <w:trPr>
          <w:trHeight w:val="285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14:paraId="5B08803D" w14:textId="628C9398" w:rsidR="00057286" w:rsidRPr="00816553" w:rsidRDefault="00057286" w:rsidP="0005728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6553">
              <w:rPr>
                <w:rFonts w:ascii="Arial" w:hAnsi="Arial" w:cs="Arial"/>
                <w:sz w:val="18"/>
                <w:szCs w:val="18"/>
              </w:rPr>
              <w:t>3</w:t>
            </w:r>
            <w:r w:rsidR="008301AD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6073" w:type="dxa"/>
            <w:shd w:val="clear" w:color="auto" w:fill="auto"/>
            <w:hideMark/>
          </w:tcPr>
          <w:p w14:paraId="702C88C9" w14:textId="1B5EE47D" w:rsidR="00057286" w:rsidRPr="000D0D78" w:rsidRDefault="00057286" w:rsidP="00057286">
            <w:pPr>
              <w:rPr>
                <w:rFonts w:ascii="Arial" w:hAnsi="Arial" w:cs="Arial"/>
                <w:sz w:val="18"/>
                <w:szCs w:val="18"/>
              </w:rPr>
            </w:pPr>
            <w:r w:rsidRPr="004479EE">
              <w:rPr>
                <w:iCs/>
              </w:rPr>
              <w:t>V zadní části střechy namontovaná LED alej ovládaná z kabiny řidiče.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14:paraId="7788850C" w14:textId="77777777" w:rsidR="00057286" w:rsidRPr="00816553" w:rsidRDefault="00057286" w:rsidP="0005728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6553">
              <w:rPr>
                <w:rFonts w:ascii="Arial" w:hAnsi="Arial" w:cs="Arial"/>
                <w:sz w:val="18"/>
                <w:szCs w:val="18"/>
              </w:rPr>
              <w:t>ano / ne</w:t>
            </w:r>
          </w:p>
        </w:tc>
        <w:tc>
          <w:tcPr>
            <w:tcW w:w="1730" w:type="dxa"/>
            <w:shd w:val="clear" w:color="auto" w:fill="auto"/>
            <w:noWrap/>
            <w:vAlign w:val="center"/>
            <w:hideMark/>
          </w:tcPr>
          <w:p w14:paraId="4B650B47" w14:textId="315253C8" w:rsidR="00057286" w:rsidRPr="00816553" w:rsidRDefault="00057286" w:rsidP="0005728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57286" w:rsidRPr="00816553" w14:paraId="3A0612D3" w14:textId="77777777" w:rsidTr="004479EE">
        <w:trPr>
          <w:trHeight w:val="285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14:paraId="7262057C" w14:textId="22704D27" w:rsidR="00057286" w:rsidRPr="00816553" w:rsidRDefault="00057286" w:rsidP="0005728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6553">
              <w:rPr>
                <w:rFonts w:ascii="Arial" w:hAnsi="Arial" w:cs="Arial"/>
                <w:sz w:val="18"/>
                <w:szCs w:val="18"/>
              </w:rPr>
              <w:t>3</w:t>
            </w:r>
            <w:r w:rsidR="008301AD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6073" w:type="dxa"/>
            <w:shd w:val="clear" w:color="auto" w:fill="auto"/>
            <w:noWrap/>
            <w:hideMark/>
          </w:tcPr>
          <w:p w14:paraId="357947FB" w14:textId="494C9E6B" w:rsidR="00057286" w:rsidRPr="000D0D78" w:rsidRDefault="00057286" w:rsidP="0005728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479EE">
              <w:rPr>
                <w:iCs/>
              </w:rPr>
              <w:t xml:space="preserve">Dva </w:t>
            </w:r>
            <w:r w:rsidRPr="004479EE">
              <w:t>výstražné LED majáky oranžové barvy.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14:paraId="08CB2B40" w14:textId="77777777" w:rsidR="00057286" w:rsidRPr="00816553" w:rsidRDefault="00057286" w:rsidP="0005728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6553">
              <w:rPr>
                <w:rFonts w:ascii="Arial" w:hAnsi="Arial" w:cs="Arial"/>
                <w:sz w:val="18"/>
                <w:szCs w:val="18"/>
              </w:rPr>
              <w:t>ano / ne</w:t>
            </w:r>
          </w:p>
        </w:tc>
        <w:tc>
          <w:tcPr>
            <w:tcW w:w="1730" w:type="dxa"/>
            <w:shd w:val="clear" w:color="auto" w:fill="auto"/>
            <w:noWrap/>
            <w:vAlign w:val="center"/>
            <w:hideMark/>
          </w:tcPr>
          <w:p w14:paraId="7546D92A" w14:textId="3E64E856" w:rsidR="00057286" w:rsidRPr="00816553" w:rsidRDefault="00057286" w:rsidP="0005728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57286" w:rsidRPr="00816553" w14:paraId="28FFF0A5" w14:textId="77777777" w:rsidTr="004479EE">
        <w:trPr>
          <w:trHeight w:val="285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14:paraId="160CF827" w14:textId="1B665321" w:rsidR="00057286" w:rsidRPr="00816553" w:rsidRDefault="00057286" w:rsidP="0005728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6553">
              <w:rPr>
                <w:rFonts w:ascii="Arial" w:hAnsi="Arial" w:cs="Arial"/>
                <w:sz w:val="18"/>
                <w:szCs w:val="18"/>
              </w:rPr>
              <w:t>3</w:t>
            </w:r>
            <w:r w:rsidR="008301AD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6073" w:type="dxa"/>
            <w:shd w:val="clear" w:color="auto" w:fill="auto"/>
            <w:hideMark/>
          </w:tcPr>
          <w:p w14:paraId="0A98BF4C" w14:textId="0AD78094" w:rsidR="00057286" w:rsidRPr="000D0D78" w:rsidRDefault="00057286" w:rsidP="00057286">
            <w:pPr>
              <w:rPr>
                <w:rFonts w:ascii="Arial" w:hAnsi="Arial" w:cs="Arial"/>
                <w:sz w:val="18"/>
                <w:szCs w:val="18"/>
              </w:rPr>
            </w:pPr>
            <w:r w:rsidRPr="004479EE">
              <w:t>Ocelové závaží v zadních kolech min. 250 kg.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14:paraId="20EF72E5" w14:textId="086C6358" w:rsidR="00057286" w:rsidRPr="00816553" w:rsidRDefault="00057286" w:rsidP="0005728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hodnota</w:t>
            </w:r>
          </w:p>
        </w:tc>
        <w:tc>
          <w:tcPr>
            <w:tcW w:w="1730" w:type="dxa"/>
            <w:shd w:val="clear" w:color="auto" w:fill="auto"/>
            <w:noWrap/>
            <w:vAlign w:val="center"/>
            <w:hideMark/>
          </w:tcPr>
          <w:p w14:paraId="1D177C15" w14:textId="40320C6D" w:rsidR="00057286" w:rsidRPr="00816553" w:rsidRDefault="00057286" w:rsidP="0005728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57286" w:rsidRPr="00816553" w14:paraId="4DA78C7C" w14:textId="77777777" w:rsidTr="004479EE">
        <w:trPr>
          <w:trHeight w:val="285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14:paraId="7DBFBA90" w14:textId="412BD593" w:rsidR="00057286" w:rsidRPr="00816553" w:rsidRDefault="00057286" w:rsidP="0005728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6553">
              <w:rPr>
                <w:rFonts w:ascii="Arial" w:hAnsi="Arial" w:cs="Arial"/>
                <w:sz w:val="18"/>
                <w:szCs w:val="18"/>
              </w:rPr>
              <w:t>3</w:t>
            </w:r>
            <w:r w:rsidR="008301AD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6073" w:type="dxa"/>
            <w:shd w:val="clear" w:color="auto" w:fill="auto"/>
            <w:noWrap/>
            <w:hideMark/>
          </w:tcPr>
          <w:p w14:paraId="3F65113C" w14:textId="49AD417E" w:rsidR="00057286" w:rsidRPr="000D0D78" w:rsidRDefault="00057286" w:rsidP="00057286">
            <w:pPr>
              <w:rPr>
                <w:rFonts w:ascii="Arial" w:hAnsi="Arial" w:cs="Arial"/>
                <w:sz w:val="18"/>
                <w:szCs w:val="18"/>
              </w:rPr>
            </w:pPr>
            <w:r w:rsidRPr="000D0D78">
              <w:t>Čelní závaží min.200 kg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14:paraId="23530C6E" w14:textId="16B6577E" w:rsidR="00057286" w:rsidRPr="00816553" w:rsidRDefault="00057286" w:rsidP="0005728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hodnota</w:t>
            </w:r>
          </w:p>
        </w:tc>
        <w:tc>
          <w:tcPr>
            <w:tcW w:w="1730" w:type="dxa"/>
            <w:shd w:val="clear" w:color="auto" w:fill="auto"/>
            <w:noWrap/>
            <w:vAlign w:val="center"/>
            <w:hideMark/>
          </w:tcPr>
          <w:p w14:paraId="4410A570" w14:textId="5B137BA0" w:rsidR="00057286" w:rsidRPr="00816553" w:rsidRDefault="00057286" w:rsidP="0005728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57286" w:rsidRPr="00816553" w14:paraId="490C1BDB" w14:textId="77777777" w:rsidTr="004479EE">
        <w:trPr>
          <w:trHeight w:val="285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14:paraId="2FC53FDF" w14:textId="6C4732A5" w:rsidR="00057286" w:rsidRPr="00816553" w:rsidRDefault="00057286" w:rsidP="0005728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6553">
              <w:rPr>
                <w:rFonts w:ascii="Arial" w:hAnsi="Arial" w:cs="Arial"/>
                <w:sz w:val="18"/>
                <w:szCs w:val="18"/>
              </w:rPr>
              <w:t>3</w:t>
            </w:r>
            <w:r w:rsidR="008301AD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6073" w:type="dxa"/>
            <w:shd w:val="clear" w:color="auto" w:fill="auto"/>
            <w:hideMark/>
          </w:tcPr>
          <w:p w14:paraId="3D302B26" w14:textId="026ED4CA" w:rsidR="00057286" w:rsidRPr="000D0D78" w:rsidRDefault="00057286" w:rsidP="00057286">
            <w:pPr>
              <w:rPr>
                <w:rFonts w:ascii="Arial" w:hAnsi="Arial" w:cs="Arial"/>
                <w:sz w:val="18"/>
                <w:szCs w:val="18"/>
              </w:rPr>
            </w:pPr>
            <w:r w:rsidRPr="004479EE">
              <w:rPr>
                <w:iCs/>
              </w:rPr>
              <w:t>Vnější elektricky vyhřívaná zrcátka.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14:paraId="7BF4222C" w14:textId="77777777" w:rsidR="00057286" w:rsidRPr="00816553" w:rsidRDefault="00057286" w:rsidP="0005728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6553">
              <w:rPr>
                <w:rFonts w:ascii="Arial" w:hAnsi="Arial" w:cs="Arial"/>
                <w:sz w:val="18"/>
                <w:szCs w:val="18"/>
              </w:rPr>
              <w:t>ano / ne</w:t>
            </w:r>
          </w:p>
        </w:tc>
        <w:tc>
          <w:tcPr>
            <w:tcW w:w="1730" w:type="dxa"/>
            <w:shd w:val="clear" w:color="auto" w:fill="auto"/>
            <w:noWrap/>
            <w:vAlign w:val="center"/>
            <w:hideMark/>
          </w:tcPr>
          <w:p w14:paraId="5FCFFC3A" w14:textId="157A94A6" w:rsidR="00057286" w:rsidRPr="00816553" w:rsidRDefault="00057286" w:rsidP="0005728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57286" w:rsidRPr="00816553" w14:paraId="3261F06E" w14:textId="77777777" w:rsidTr="004479EE">
        <w:trPr>
          <w:trHeight w:val="285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14:paraId="709571C7" w14:textId="70E5EBC6" w:rsidR="00057286" w:rsidRPr="00816553" w:rsidRDefault="00057286" w:rsidP="0005728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6553">
              <w:rPr>
                <w:rFonts w:ascii="Arial" w:hAnsi="Arial" w:cs="Arial"/>
                <w:sz w:val="18"/>
                <w:szCs w:val="18"/>
              </w:rPr>
              <w:t>3</w:t>
            </w:r>
            <w:r w:rsidR="008301AD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6073" w:type="dxa"/>
            <w:shd w:val="clear" w:color="auto" w:fill="auto"/>
            <w:noWrap/>
            <w:hideMark/>
          </w:tcPr>
          <w:p w14:paraId="303ADB9A" w14:textId="3F92F315" w:rsidR="00057286" w:rsidRPr="000D0D78" w:rsidRDefault="00057286" w:rsidP="00057286">
            <w:pPr>
              <w:rPr>
                <w:rFonts w:ascii="Arial" w:hAnsi="Arial" w:cs="Arial"/>
                <w:sz w:val="18"/>
                <w:szCs w:val="18"/>
              </w:rPr>
            </w:pPr>
            <w:r w:rsidRPr="004479EE">
              <w:rPr>
                <w:iCs/>
              </w:rPr>
              <w:t>Autorádio s reproduktory.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14:paraId="5D07639B" w14:textId="77777777" w:rsidR="00057286" w:rsidRPr="00816553" w:rsidRDefault="00057286" w:rsidP="0005728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6553">
              <w:rPr>
                <w:rFonts w:ascii="Arial" w:hAnsi="Arial" w:cs="Arial"/>
                <w:sz w:val="18"/>
                <w:szCs w:val="18"/>
              </w:rPr>
              <w:t>ano / ne</w:t>
            </w:r>
          </w:p>
        </w:tc>
        <w:tc>
          <w:tcPr>
            <w:tcW w:w="1730" w:type="dxa"/>
            <w:shd w:val="clear" w:color="auto" w:fill="auto"/>
            <w:noWrap/>
            <w:vAlign w:val="center"/>
            <w:hideMark/>
          </w:tcPr>
          <w:p w14:paraId="7F852824" w14:textId="1AA570E2" w:rsidR="00057286" w:rsidRPr="00816553" w:rsidRDefault="00057286" w:rsidP="0005728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D3D09" w:rsidRPr="00816553" w14:paraId="0D496A49" w14:textId="77777777" w:rsidTr="004479EE">
        <w:trPr>
          <w:trHeight w:val="285"/>
        </w:trPr>
        <w:tc>
          <w:tcPr>
            <w:tcW w:w="540" w:type="dxa"/>
            <w:shd w:val="clear" w:color="auto" w:fill="auto"/>
            <w:noWrap/>
            <w:vAlign w:val="center"/>
          </w:tcPr>
          <w:p w14:paraId="0362D75F" w14:textId="7D89311B" w:rsidR="001D3D09" w:rsidRPr="00816553" w:rsidRDefault="001D3D09" w:rsidP="0005728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6073" w:type="dxa"/>
            <w:shd w:val="clear" w:color="auto" w:fill="auto"/>
            <w:noWrap/>
          </w:tcPr>
          <w:p w14:paraId="01ED1422" w14:textId="736A4E17" w:rsidR="001D3D09" w:rsidRPr="004479EE" w:rsidRDefault="001D3D09" w:rsidP="00057286">
            <w:pPr>
              <w:rPr>
                <w:iCs/>
              </w:rPr>
            </w:pPr>
            <w:r>
              <w:rPr>
                <w:iCs/>
              </w:rPr>
              <w:t>Handsfree</w:t>
            </w:r>
          </w:p>
        </w:tc>
        <w:tc>
          <w:tcPr>
            <w:tcW w:w="1361" w:type="dxa"/>
            <w:shd w:val="clear" w:color="auto" w:fill="auto"/>
            <w:noWrap/>
            <w:vAlign w:val="center"/>
          </w:tcPr>
          <w:p w14:paraId="7F2A0DCD" w14:textId="4CA98AA3" w:rsidR="001D3D09" w:rsidRPr="00816553" w:rsidRDefault="001D3D09" w:rsidP="0005728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6553">
              <w:rPr>
                <w:rFonts w:ascii="Arial" w:hAnsi="Arial" w:cs="Arial"/>
                <w:sz w:val="18"/>
                <w:szCs w:val="18"/>
              </w:rPr>
              <w:t>ano / ne</w:t>
            </w:r>
          </w:p>
        </w:tc>
        <w:tc>
          <w:tcPr>
            <w:tcW w:w="1730" w:type="dxa"/>
            <w:shd w:val="clear" w:color="auto" w:fill="auto"/>
            <w:noWrap/>
            <w:vAlign w:val="center"/>
          </w:tcPr>
          <w:p w14:paraId="0B606D2F" w14:textId="77777777" w:rsidR="001D3D09" w:rsidRPr="00816553" w:rsidRDefault="001D3D09" w:rsidP="0005728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57286" w:rsidRPr="00816553" w14:paraId="629D5219" w14:textId="77777777" w:rsidTr="004479EE">
        <w:trPr>
          <w:trHeight w:val="285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14:paraId="72516F78" w14:textId="33077FE4" w:rsidR="00057286" w:rsidRPr="00816553" w:rsidRDefault="00057286" w:rsidP="0005728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6553">
              <w:rPr>
                <w:rFonts w:ascii="Arial" w:hAnsi="Arial" w:cs="Arial"/>
                <w:sz w:val="18"/>
                <w:szCs w:val="18"/>
              </w:rPr>
              <w:t>3</w:t>
            </w:r>
            <w:r w:rsidR="001D3D09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6073" w:type="dxa"/>
            <w:shd w:val="clear" w:color="auto" w:fill="auto"/>
            <w:hideMark/>
          </w:tcPr>
          <w:p w14:paraId="392E41AF" w14:textId="0508F5D6" w:rsidR="00057286" w:rsidRPr="000D0D78" w:rsidRDefault="00057286" w:rsidP="00057286">
            <w:pPr>
              <w:rPr>
                <w:rFonts w:ascii="Arial" w:hAnsi="Arial" w:cs="Arial"/>
                <w:sz w:val="18"/>
                <w:szCs w:val="18"/>
              </w:rPr>
            </w:pPr>
            <w:r w:rsidRPr="004479EE">
              <w:rPr>
                <w:iCs/>
              </w:rPr>
              <w:t>Odpojovač akumulátorů.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14:paraId="3E9AB06A" w14:textId="43CBD880" w:rsidR="00057286" w:rsidRPr="00816553" w:rsidRDefault="00A70435" w:rsidP="0005728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6553">
              <w:rPr>
                <w:rFonts w:ascii="Arial" w:hAnsi="Arial" w:cs="Arial"/>
                <w:sz w:val="18"/>
                <w:szCs w:val="18"/>
              </w:rPr>
              <w:t>ano / ne</w:t>
            </w:r>
          </w:p>
        </w:tc>
        <w:tc>
          <w:tcPr>
            <w:tcW w:w="1730" w:type="dxa"/>
            <w:shd w:val="clear" w:color="auto" w:fill="auto"/>
            <w:noWrap/>
            <w:vAlign w:val="center"/>
            <w:hideMark/>
          </w:tcPr>
          <w:p w14:paraId="4F6EA42E" w14:textId="57E85A01" w:rsidR="00057286" w:rsidRPr="00816553" w:rsidRDefault="00057286" w:rsidP="0005728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57286" w:rsidRPr="00816553" w14:paraId="68115C19" w14:textId="77777777" w:rsidTr="004479EE">
        <w:trPr>
          <w:trHeight w:val="285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14:paraId="48637DAC" w14:textId="4F958702" w:rsidR="00057286" w:rsidRPr="00816553" w:rsidRDefault="00057286" w:rsidP="0005728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6553">
              <w:rPr>
                <w:rFonts w:ascii="Arial" w:hAnsi="Arial" w:cs="Arial"/>
                <w:sz w:val="18"/>
                <w:szCs w:val="18"/>
              </w:rPr>
              <w:t>3</w:t>
            </w:r>
            <w:r w:rsidR="001D3D09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6073" w:type="dxa"/>
            <w:shd w:val="clear" w:color="auto" w:fill="auto"/>
            <w:hideMark/>
          </w:tcPr>
          <w:p w14:paraId="2BD8FB3D" w14:textId="00E84C3F" w:rsidR="00057286" w:rsidRPr="000D0D78" w:rsidRDefault="00057286" w:rsidP="00057286">
            <w:pPr>
              <w:rPr>
                <w:rFonts w:ascii="Arial" w:hAnsi="Arial" w:cs="Arial"/>
                <w:sz w:val="18"/>
                <w:szCs w:val="18"/>
              </w:rPr>
            </w:pPr>
            <w:r w:rsidRPr="000D0D78">
              <w:rPr>
                <w:bCs/>
              </w:rPr>
              <w:t>Základní povinné vybavení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14:paraId="3E2B1F23" w14:textId="77777777" w:rsidR="00057286" w:rsidRPr="00816553" w:rsidRDefault="00057286" w:rsidP="0005728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6553">
              <w:rPr>
                <w:rFonts w:ascii="Arial" w:hAnsi="Arial" w:cs="Arial"/>
                <w:sz w:val="18"/>
                <w:szCs w:val="18"/>
              </w:rPr>
              <w:t>ano / ne</w:t>
            </w:r>
          </w:p>
        </w:tc>
        <w:tc>
          <w:tcPr>
            <w:tcW w:w="1730" w:type="dxa"/>
            <w:shd w:val="clear" w:color="auto" w:fill="auto"/>
            <w:noWrap/>
            <w:vAlign w:val="center"/>
            <w:hideMark/>
          </w:tcPr>
          <w:p w14:paraId="1756629A" w14:textId="07D1B248" w:rsidR="00057286" w:rsidRPr="00816553" w:rsidRDefault="00057286" w:rsidP="0005728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57286" w:rsidRPr="00816553" w14:paraId="6496BB69" w14:textId="77777777" w:rsidTr="004479EE">
        <w:trPr>
          <w:trHeight w:val="285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14:paraId="7D072716" w14:textId="3C738BBE" w:rsidR="00057286" w:rsidRPr="00816553" w:rsidRDefault="001D3D09" w:rsidP="0005728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6073" w:type="dxa"/>
            <w:shd w:val="clear" w:color="auto" w:fill="auto"/>
            <w:hideMark/>
          </w:tcPr>
          <w:p w14:paraId="16736870" w14:textId="2861C5EA" w:rsidR="00057286" w:rsidRPr="000D0D78" w:rsidRDefault="00057286" w:rsidP="00057286">
            <w:pPr>
              <w:rPr>
                <w:rFonts w:ascii="Arial" w:hAnsi="Arial" w:cs="Arial"/>
                <w:sz w:val="18"/>
                <w:szCs w:val="18"/>
              </w:rPr>
            </w:pPr>
            <w:r w:rsidRPr="000D0D78">
              <w:rPr>
                <w:iCs/>
              </w:rPr>
              <w:t>Skříňka na nářadí.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14:paraId="647A4476" w14:textId="49F26511" w:rsidR="00057286" w:rsidRPr="00816553" w:rsidRDefault="00A70435" w:rsidP="0005728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6553">
              <w:rPr>
                <w:rFonts w:ascii="Arial" w:hAnsi="Arial" w:cs="Arial"/>
                <w:sz w:val="18"/>
                <w:szCs w:val="18"/>
              </w:rPr>
              <w:t>ano / ne</w:t>
            </w:r>
          </w:p>
        </w:tc>
        <w:tc>
          <w:tcPr>
            <w:tcW w:w="1730" w:type="dxa"/>
            <w:shd w:val="clear" w:color="auto" w:fill="auto"/>
            <w:noWrap/>
            <w:vAlign w:val="center"/>
            <w:hideMark/>
          </w:tcPr>
          <w:p w14:paraId="41A1506A" w14:textId="12B12670" w:rsidR="00057286" w:rsidRPr="00816553" w:rsidRDefault="00057286" w:rsidP="0005728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57286" w:rsidRPr="00816553" w14:paraId="4E452E49" w14:textId="77777777" w:rsidTr="004479EE">
        <w:trPr>
          <w:trHeight w:val="285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14:paraId="05A0A13C" w14:textId="156614F1" w:rsidR="00057286" w:rsidRPr="00816553" w:rsidRDefault="008301AD" w:rsidP="0005728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  <w:r w:rsidR="001D3D0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6073" w:type="dxa"/>
            <w:shd w:val="clear" w:color="auto" w:fill="auto"/>
            <w:hideMark/>
          </w:tcPr>
          <w:p w14:paraId="7E563876" w14:textId="1ECCD9AC" w:rsidR="00057286" w:rsidRPr="000D0D78" w:rsidRDefault="00057286" w:rsidP="00057286">
            <w:pPr>
              <w:rPr>
                <w:rFonts w:ascii="Arial" w:hAnsi="Arial" w:cs="Arial"/>
                <w:sz w:val="18"/>
                <w:szCs w:val="18"/>
              </w:rPr>
            </w:pPr>
            <w:r w:rsidRPr="004479EE">
              <w:t>Zvýšená</w:t>
            </w:r>
            <w:r w:rsidR="001D3D09">
              <w:t xml:space="preserve"> ochrana</w:t>
            </w:r>
            <w:r w:rsidRPr="004479EE">
              <w:t xml:space="preserve"> </w:t>
            </w:r>
            <w:r w:rsidR="001D3D09" w:rsidRPr="006F45B3">
              <w:t>tixotropn</w:t>
            </w:r>
            <w:r w:rsidR="001D3D09">
              <w:t>ím</w:t>
            </w:r>
            <w:r w:rsidR="001D3D09" w:rsidRPr="006F45B3">
              <w:t xml:space="preserve"> antikorozní</w:t>
            </w:r>
            <w:r w:rsidR="001D3D09">
              <w:t>m přípravkem podvozku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14:paraId="4CC0F383" w14:textId="6FC2D98D" w:rsidR="00057286" w:rsidRPr="00B13C1F" w:rsidRDefault="00057286" w:rsidP="0005728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13C1F">
              <w:rPr>
                <w:rFonts w:ascii="Arial" w:hAnsi="Arial" w:cs="Arial"/>
                <w:sz w:val="18"/>
                <w:szCs w:val="18"/>
              </w:rPr>
              <w:t>ano / ne</w:t>
            </w:r>
          </w:p>
        </w:tc>
        <w:tc>
          <w:tcPr>
            <w:tcW w:w="1730" w:type="dxa"/>
            <w:shd w:val="clear" w:color="auto" w:fill="auto"/>
            <w:noWrap/>
            <w:vAlign w:val="center"/>
            <w:hideMark/>
          </w:tcPr>
          <w:p w14:paraId="214AD11E" w14:textId="5D103472" w:rsidR="00057286" w:rsidRPr="001D3D09" w:rsidRDefault="001D3D09" w:rsidP="001D3D0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*</w:t>
            </w:r>
          </w:p>
        </w:tc>
      </w:tr>
      <w:tr w:rsidR="001D3D09" w:rsidRPr="00816553" w14:paraId="5143EC06" w14:textId="77777777" w:rsidTr="004479EE">
        <w:trPr>
          <w:trHeight w:val="285"/>
        </w:trPr>
        <w:tc>
          <w:tcPr>
            <w:tcW w:w="540" w:type="dxa"/>
            <w:shd w:val="clear" w:color="auto" w:fill="auto"/>
            <w:noWrap/>
            <w:vAlign w:val="center"/>
          </w:tcPr>
          <w:p w14:paraId="2EFB9462" w14:textId="529C697D" w:rsidR="001D3D09" w:rsidRPr="001D3D09" w:rsidRDefault="001D3D09" w:rsidP="0005728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D3D09">
              <w:rPr>
                <w:rFonts w:ascii="Arial" w:hAnsi="Arial" w:cs="Arial"/>
                <w:sz w:val="18"/>
                <w:szCs w:val="18"/>
              </w:rPr>
              <w:t>4</w:t>
            </w: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6073" w:type="dxa"/>
            <w:shd w:val="clear" w:color="auto" w:fill="auto"/>
          </w:tcPr>
          <w:p w14:paraId="04783DA2" w14:textId="43A93DEA" w:rsidR="001D3D09" w:rsidRPr="001D3D09" w:rsidRDefault="001D3D09" w:rsidP="00057286">
            <w:r w:rsidRPr="001D3D09">
              <w:rPr>
                <w:iCs/>
              </w:rPr>
              <w:t>Barva nosiče komunální oranžová RAL 2011</w:t>
            </w:r>
          </w:p>
        </w:tc>
        <w:tc>
          <w:tcPr>
            <w:tcW w:w="1361" w:type="dxa"/>
            <w:shd w:val="clear" w:color="auto" w:fill="auto"/>
            <w:noWrap/>
            <w:vAlign w:val="center"/>
          </w:tcPr>
          <w:p w14:paraId="13E13503" w14:textId="4EB915DF" w:rsidR="001D3D09" w:rsidRPr="00B13C1F" w:rsidRDefault="001D3D09" w:rsidP="0005728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6553">
              <w:rPr>
                <w:rFonts w:ascii="Arial" w:hAnsi="Arial" w:cs="Arial"/>
                <w:sz w:val="18"/>
                <w:szCs w:val="18"/>
              </w:rPr>
              <w:t>ano / ne</w:t>
            </w:r>
          </w:p>
        </w:tc>
        <w:tc>
          <w:tcPr>
            <w:tcW w:w="1730" w:type="dxa"/>
            <w:shd w:val="clear" w:color="auto" w:fill="auto"/>
            <w:noWrap/>
            <w:vAlign w:val="center"/>
          </w:tcPr>
          <w:p w14:paraId="41BB80AB" w14:textId="77777777" w:rsidR="001D3D09" w:rsidRPr="00816553" w:rsidRDefault="001D3D09" w:rsidP="0005728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57286" w:rsidRPr="00816553" w14:paraId="11228344" w14:textId="77777777" w:rsidTr="004479EE">
        <w:trPr>
          <w:trHeight w:val="510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14:paraId="4F0D7DCF" w14:textId="52AABECD" w:rsidR="00057286" w:rsidRPr="00816553" w:rsidRDefault="001D3D09" w:rsidP="0005728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</w:t>
            </w:r>
          </w:p>
        </w:tc>
        <w:tc>
          <w:tcPr>
            <w:tcW w:w="6073" w:type="dxa"/>
            <w:shd w:val="clear" w:color="auto" w:fill="auto"/>
            <w:hideMark/>
          </w:tcPr>
          <w:p w14:paraId="53A05F7D" w14:textId="5092ABD2" w:rsidR="00057286" w:rsidRPr="000D0D78" w:rsidRDefault="00057286" w:rsidP="00057286">
            <w:pPr>
              <w:rPr>
                <w:rFonts w:ascii="Arial" w:hAnsi="Arial" w:cs="Arial"/>
                <w:sz w:val="18"/>
                <w:szCs w:val="18"/>
              </w:rPr>
            </w:pPr>
            <w:r w:rsidRPr="000D0D78">
              <w:rPr>
                <w:bCs/>
              </w:rPr>
              <w:t>Požadavek aktivních FMS dat pro přenos do GPS modulu třetí strany čili aktivní FMS brána dle standardního protokolu FMS.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14:paraId="4A7C30D3" w14:textId="77777777" w:rsidR="00057286" w:rsidRPr="00816553" w:rsidRDefault="00057286" w:rsidP="0005728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6553">
              <w:rPr>
                <w:rFonts w:ascii="Arial" w:hAnsi="Arial" w:cs="Arial"/>
                <w:sz w:val="18"/>
                <w:szCs w:val="18"/>
              </w:rPr>
              <w:t>ano / ne</w:t>
            </w:r>
          </w:p>
        </w:tc>
        <w:tc>
          <w:tcPr>
            <w:tcW w:w="1730" w:type="dxa"/>
            <w:shd w:val="clear" w:color="auto" w:fill="auto"/>
            <w:noWrap/>
            <w:vAlign w:val="center"/>
            <w:hideMark/>
          </w:tcPr>
          <w:p w14:paraId="1969F681" w14:textId="24A6A6D2" w:rsidR="00057286" w:rsidRPr="00816553" w:rsidRDefault="00057286" w:rsidP="0005728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3DB9085" w14:textId="13FCFB4B" w:rsidR="00816553" w:rsidRDefault="001D3D09" w:rsidP="001D3D09">
      <w:pPr>
        <w:pStyle w:val="Zkladntext"/>
        <w:numPr>
          <w:ilvl w:val="0"/>
          <w:numId w:val="49"/>
        </w:numPr>
        <w:tabs>
          <w:tab w:val="left" w:pos="0"/>
        </w:tabs>
        <w:spacing w:after="60"/>
        <w:jc w:val="both"/>
        <w:rPr>
          <w:rFonts w:ascii="Arial" w:hAnsi="Arial"/>
          <w:sz w:val="16"/>
        </w:rPr>
      </w:pPr>
      <w:r>
        <w:rPr>
          <w:rFonts w:ascii="Arial" w:hAnsi="Arial"/>
          <w:sz w:val="16"/>
        </w:rPr>
        <w:t>Dodavatel doplní obchodní název použitého tixotropního antikorozního přípravku na podvozek</w:t>
      </w:r>
    </w:p>
    <w:p w14:paraId="1D38B7DC" w14:textId="77777777" w:rsidR="00816553" w:rsidRDefault="00816553" w:rsidP="00CC1FD4">
      <w:pPr>
        <w:pStyle w:val="Zkladntext"/>
        <w:tabs>
          <w:tab w:val="left" w:pos="0"/>
        </w:tabs>
        <w:spacing w:after="60"/>
        <w:jc w:val="both"/>
        <w:rPr>
          <w:sz w:val="22"/>
          <w:szCs w:val="22"/>
        </w:rPr>
      </w:pPr>
    </w:p>
    <w:p w14:paraId="6E8130A9" w14:textId="77777777" w:rsidR="00816553" w:rsidRDefault="00816553" w:rsidP="00CC1FD4">
      <w:pPr>
        <w:pStyle w:val="Zkladntext"/>
        <w:tabs>
          <w:tab w:val="left" w:pos="0"/>
        </w:tabs>
        <w:spacing w:after="60"/>
        <w:jc w:val="both"/>
        <w:rPr>
          <w:sz w:val="22"/>
          <w:szCs w:val="22"/>
        </w:rPr>
      </w:pPr>
    </w:p>
    <w:p w14:paraId="4479A332" w14:textId="77777777" w:rsidR="00816553" w:rsidRPr="00EA5A65" w:rsidRDefault="00816553" w:rsidP="00CC1FD4">
      <w:pPr>
        <w:pStyle w:val="Zkladntext"/>
        <w:tabs>
          <w:tab w:val="left" w:pos="0"/>
        </w:tabs>
        <w:spacing w:after="60"/>
        <w:jc w:val="both"/>
        <w:rPr>
          <w:rFonts w:ascii="Arial" w:hAnsi="Arial" w:cs="Arial"/>
          <w:sz w:val="22"/>
          <w:szCs w:val="22"/>
        </w:rPr>
      </w:pPr>
      <w:r w:rsidRPr="00EA5A65">
        <w:rPr>
          <w:rFonts w:ascii="Arial" w:hAnsi="Arial" w:cs="Arial"/>
          <w:sz w:val="22"/>
          <w:szCs w:val="22"/>
        </w:rPr>
        <w:t>V …………</w:t>
      </w:r>
      <w:proofErr w:type="gramStart"/>
      <w:r w:rsidRPr="00EA5A65">
        <w:rPr>
          <w:rFonts w:ascii="Arial" w:hAnsi="Arial" w:cs="Arial"/>
          <w:sz w:val="22"/>
          <w:szCs w:val="22"/>
        </w:rPr>
        <w:t>…….</w:t>
      </w:r>
      <w:proofErr w:type="gramEnd"/>
      <w:r w:rsidRPr="00EA5A65">
        <w:rPr>
          <w:rFonts w:ascii="Arial" w:hAnsi="Arial" w:cs="Arial"/>
          <w:sz w:val="22"/>
          <w:szCs w:val="22"/>
        </w:rPr>
        <w:t>.……….. dne ……</w:t>
      </w:r>
      <w:proofErr w:type="gramStart"/>
      <w:r w:rsidRPr="00EA5A65">
        <w:rPr>
          <w:rFonts w:ascii="Arial" w:hAnsi="Arial" w:cs="Arial"/>
          <w:sz w:val="22"/>
          <w:szCs w:val="22"/>
        </w:rPr>
        <w:t>…….</w:t>
      </w:r>
      <w:proofErr w:type="gramEnd"/>
      <w:r w:rsidRPr="00EA5A65">
        <w:rPr>
          <w:rFonts w:ascii="Arial" w:hAnsi="Arial" w:cs="Arial"/>
          <w:sz w:val="22"/>
          <w:szCs w:val="22"/>
        </w:rPr>
        <w:t xml:space="preserve">.         </w:t>
      </w:r>
    </w:p>
    <w:p w14:paraId="07744CC0" w14:textId="77777777" w:rsidR="00816553" w:rsidRDefault="00816553" w:rsidP="00CC1FD4">
      <w:pPr>
        <w:pStyle w:val="Zkladntext"/>
        <w:tabs>
          <w:tab w:val="left" w:pos="0"/>
        </w:tabs>
        <w:spacing w:after="60"/>
        <w:jc w:val="both"/>
        <w:rPr>
          <w:sz w:val="22"/>
          <w:szCs w:val="22"/>
        </w:rPr>
      </w:pPr>
    </w:p>
    <w:p w14:paraId="3EF6F4F2" w14:textId="448D9AB1" w:rsidR="00816553" w:rsidRDefault="00816553" w:rsidP="00CC1FD4">
      <w:pPr>
        <w:pStyle w:val="Zkladntext"/>
        <w:tabs>
          <w:tab w:val="left" w:pos="0"/>
        </w:tabs>
        <w:spacing w:after="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14:paraId="3AD85FFC" w14:textId="77777777" w:rsidR="001D3D09" w:rsidRDefault="001D3D09" w:rsidP="00CC1FD4">
      <w:pPr>
        <w:pStyle w:val="Zkladntext"/>
        <w:tabs>
          <w:tab w:val="left" w:pos="0"/>
        </w:tabs>
        <w:spacing w:after="60"/>
        <w:jc w:val="both"/>
        <w:rPr>
          <w:sz w:val="22"/>
          <w:szCs w:val="22"/>
        </w:rPr>
      </w:pPr>
    </w:p>
    <w:p w14:paraId="53004591" w14:textId="77777777" w:rsidR="001D3D09" w:rsidRDefault="001D3D09" w:rsidP="00CC1FD4">
      <w:pPr>
        <w:pStyle w:val="Zkladntext"/>
        <w:tabs>
          <w:tab w:val="left" w:pos="0"/>
        </w:tabs>
        <w:spacing w:after="60"/>
        <w:jc w:val="both"/>
        <w:rPr>
          <w:sz w:val="22"/>
          <w:szCs w:val="22"/>
        </w:rPr>
      </w:pPr>
    </w:p>
    <w:p w14:paraId="735C38C6" w14:textId="77777777" w:rsidR="001D3D09" w:rsidRDefault="001D3D09" w:rsidP="00CC1FD4">
      <w:pPr>
        <w:pStyle w:val="Zkladntext"/>
        <w:tabs>
          <w:tab w:val="left" w:pos="0"/>
        </w:tabs>
        <w:spacing w:after="60"/>
        <w:jc w:val="both"/>
        <w:rPr>
          <w:sz w:val="22"/>
          <w:szCs w:val="22"/>
        </w:rPr>
      </w:pPr>
    </w:p>
    <w:p w14:paraId="40CBD33C" w14:textId="77777777" w:rsidR="001D3D09" w:rsidRDefault="001D3D09" w:rsidP="00CC1FD4">
      <w:pPr>
        <w:pStyle w:val="Zkladntext"/>
        <w:tabs>
          <w:tab w:val="left" w:pos="0"/>
        </w:tabs>
        <w:spacing w:after="60"/>
        <w:jc w:val="both"/>
        <w:rPr>
          <w:sz w:val="22"/>
          <w:szCs w:val="22"/>
        </w:rPr>
      </w:pPr>
    </w:p>
    <w:p w14:paraId="78A59B2F" w14:textId="77777777" w:rsidR="001D3D09" w:rsidRDefault="001D3D09" w:rsidP="00CC1FD4">
      <w:pPr>
        <w:pStyle w:val="Zkladntext"/>
        <w:tabs>
          <w:tab w:val="left" w:pos="0"/>
        </w:tabs>
        <w:spacing w:after="60"/>
        <w:jc w:val="both"/>
        <w:rPr>
          <w:sz w:val="22"/>
          <w:szCs w:val="22"/>
        </w:rPr>
      </w:pPr>
    </w:p>
    <w:p w14:paraId="0D128BFF" w14:textId="77777777" w:rsidR="001D3D09" w:rsidRDefault="001D3D09" w:rsidP="00CC1FD4">
      <w:pPr>
        <w:pStyle w:val="Zkladntext"/>
        <w:tabs>
          <w:tab w:val="left" w:pos="0"/>
        </w:tabs>
        <w:spacing w:after="60"/>
        <w:jc w:val="both"/>
        <w:rPr>
          <w:sz w:val="22"/>
          <w:szCs w:val="22"/>
        </w:rPr>
      </w:pPr>
    </w:p>
    <w:p w14:paraId="7A402EA9" w14:textId="6DB2C05F" w:rsidR="0007490B" w:rsidRDefault="00816553" w:rsidP="00CC1FD4">
      <w:pPr>
        <w:pStyle w:val="Zkladntext"/>
        <w:tabs>
          <w:tab w:val="left" w:pos="0"/>
        </w:tabs>
        <w:spacing w:after="60"/>
        <w:jc w:val="both"/>
        <w:rPr>
          <w:rFonts w:ascii="Arial" w:hAnsi="Arial" w:cs="Arial"/>
          <w:sz w:val="22"/>
          <w:szCs w:val="22"/>
        </w:rPr>
      </w:pPr>
      <w:r w:rsidRPr="00EA5A65">
        <w:rPr>
          <w:rFonts w:ascii="Arial" w:hAnsi="Arial" w:cs="Arial"/>
          <w:sz w:val="22"/>
          <w:szCs w:val="22"/>
        </w:rPr>
        <w:tab/>
      </w:r>
      <w:r w:rsidRPr="00EA5A65">
        <w:rPr>
          <w:rFonts w:ascii="Arial" w:hAnsi="Arial" w:cs="Arial"/>
          <w:sz w:val="22"/>
          <w:szCs w:val="22"/>
        </w:rPr>
        <w:tab/>
      </w:r>
      <w:r w:rsidRPr="00EA5A65">
        <w:rPr>
          <w:rFonts w:ascii="Arial" w:hAnsi="Arial" w:cs="Arial"/>
          <w:sz w:val="22"/>
          <w:szCs w:val="22"/>
        </w:rPr>
        <w:tab/>
      </w:r>
      <w:r w:rsidRPr="00EA5A65">
        <w:rPr>
          <w:rFonts w:ascii="Arial" w:hAnsi="Arial" w:cs="Arial"/>
          <w:sz w:val="22"/>
          <w:szCs w:val="22"/>
        </w:rPr>
        <w:tab/>
      </w:r>
      <w:r w:rsidRPr="00EA5A65">
        <w:rPr>
          <w:rFonts w:ascii="Arial" w:hAnsi="Arial" w:cs="Arial"/>
          <w:sz w:val="22"/>
          <w:szCs w:val="22"/>
        </w:rPr>
        <w:tab/>
      </w:r>
      <w:r w:rsidRPr="00EA5A65">
        <w:rPr>
          <w:rFonts w:ascii="Arial" w:hAnsi="Arial" w:cs="Arial"/>
          <w:sz w:val="22"/>
          <w:szCs w:val="22"/>
        </w:rPr>
        <w:tab/>
      </w:r>
      <w:r w:rsidR="0007490B">
        <w:rPr>
          <w:rFonts w:ascii="Arial" w:hAnsi="Arial" w:cs="Arial"/>
          <w:sz w:val="22"/>
          <w:szCs w:val="22"/>
        </w:rPr>
        <w:tab/>
        <w:t xml:space="preserve">Jméno a </w:t>
      </w:r>
      <w:r w:rsidRPr="00EA5A65">
        <w:rPr>
          <w:rFonts w:ascii="Arial" w:hAnsi="Arial" w:cs="Arial"/>
          <w:sz w:val="22"/>
          <w:szCs w:val="22"/>
        </w:rPr>
        <w:t xml:space="preserve">podpis osoby </w:t>
      </w:r>
    </w:p>
    <w:p w14:paraId="4F9D9FA5" w14:textId="16C8236C" w:rsidR="00816553" w:rsidRPr="0098153A" w:rsidRDefault="0007490B" w:rsidP="00CC1FD4">
      <w:pPr>
        <w:pStyle w:val="Zkladntext"/>
        <w:tabs>
          <w:tab w:val="left" w:pos="0"/>
        </w:tabs>
        <w:spacing w:after="60"/>
        <w:jc w:val="both"/>
        <w:rPr>
          <w:rFonts w:ascii="Arial" w:hAnsi="Arial" w:cs="Arial"/>
          <w:sz w:val="16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816553" w:rsidRPr="00EA5A65">
        <w:rPr>
          <w:rFonts w:ascii="Arial" w:hAnsi="Arial" w:cs="Arial"/>
          <w:sz w:val="22"/>
          <w:szCs w:val="22"/>
        </w:rPr>
        <w:t>oprávněné jednat jménem účastníka</w:t>
      </w:r>
    </w:p>
    <w:p w14:paraId="06AF3B61" w14:textId="23DF7BD0" w:rsidR="00816553" w:rsidRDefault="000A4D02" w:rsidP="00CC1FD4">
      <w:pPr>
        <w:pStyle w:val="Zkladntext"/>
        <w:tabs>
          <w:tab w:val="left" w:pos="0"/>
        </w:tabs>
        <w:spacing w:after="60"/>
        <w:jc w:val="both"/>
        <w:rPr>
          <w:rFonts w:ascii="Arial" w:hAnsi="Arial"/>
          <w:sz w:val="16"/>
        </w:rPr>
      </w:pPr>
      <w:r>
        <w:rPr>
          <w:rFonts w:ascii="Arial" w:hAnsi="Arial"/>
          <w:sz w:val="16"/>
        </w:rPr>
        <w:t xml:space="preserve">    </w:t>
      </w:r>
    </w:p>
    <w:p w14:paraId="7BB9C166" w14:textId="6478BB1D" w:rsidR="00310368" w:rsidRPr="00264FC6" w:rsidRDefault="000A4D02" w:rsidP="00CC1FD4">
      <w:pPr>
        <w:pStyle w:val="Zkladntext"/>
        <w:tabs>
          <w:tab w:val="left" w:pos="0"/>
        </w:tabs>
        <w:spacing w:after="60"/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/>
          <w:sz w:val="16"/>
        </w:rPr>
        <w:t xml:space="preserve">               </w:t>
      </w:r>
      <w:r w:rsidRPr="000A4D02">
        <w:rPr>
          <w:rFonts w:ascii="Arial" w:hAnsi="Arial" w:cs="Arial"/>
          <w:sz w:val="22"/>
          <w:szCs w:val="22"/>
          <w:u w:val="single"/>
        </w:rPr>
        <w:t xml:space="preserve">              </w:t>
      </w:r>
    </w:p>
    <w:p w14:paraId="7F8C79EC" w14:textId="77777777" w:rsidR="00C429EA" w:rsidRDefault="00C429EA" w:rsidP="00662315">
      <w:pPr>
        <w:spacing w:before="120"/>
        <w:jc w:val="both"/>
        <w:rPr>
          <w:rFonts w:ascii="Arial" w:hAnsi="Arial" w:cs="Arial"/>
          <w:sz w:val="22"/>
          <w:szCs w:val="22"/>
        </w:rPr>
      </w:pPr>
    </w:p>
    <w:p w14:paraId="597B1BD4" w14:textId="77777777" w:rsidR="00D345BB" w:rsidRDefault="00D345BB" w:rsidP="00662315">
      <w:pPr>
        <w:spacing w:before="120"/>
        <w:jc w:val="both"/>
        <w:rPr>
          <w:rFonts w:ascii="Arial" w:hAnsi="Arial" w:cs="Arial"/>
          <w:sz w:val="22"/>
          <w:szCs w:val="22"/>
        </w:rPr>
      </w:pPr>
    </w:p>
    <w:p w14:paraId="4DB80377" w14:textId="3F20B62D" w:rsidR="00DC159D" w:rsidRPr="00264FC6" w:rsidRDefault="00DC159D" w:rsidP="00662315">
      <w:pPr>
        <w:spacing w:before="120"/>
        <w:jc w:val="both"/>
        <w:rPr>
          <w:rFonts w:ascii="Arial" w:hAnsi="Arial" w:cs="Arial"/>
          <w:sz w:val="22"/>
          <w:szCs w:val="22"/>
        </w:rPr>
      </w:pPr>
    </w:p>
    <w:sectPr w:rsidR="00DC159D" w:rsidRPr="00264FC6" w:rsidSect="0011622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851" w:right="851" w:bottom="709" w:left="1418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7535AB" w14:textId="77777777" w:rsidR="0033625B" w:rsidRDefault="0033625B">
      <w:r>
        <w:separator/>
      </w:r>
    </w:p>
  </w:endnote>
  <w:endnote w:type="continuationSeparator" w:id="0">
    <w:p w14:paraId="10C252A1" w14:textId="77777777" w:rsidR="0033625B" w:rsidRDefault="003362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0B4452" w14:textId="77777777" w:rsidR="008631FC" w:rsidRDefault="008631F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93626B" w14:textId="0D1039AA" w:rsidR="007D52B8" w:rsidRDefault="00D94C67">
    <w:pPr>
      <w:tabs>
        <w:tab w:val="left" w:pos="4140"/>
        <w:tab w:val="right" w:pos="9180"/>
      </w:tabs>
      <w:ind w:right="-108"/>
      <w:rPr>
        <w:sz w:val="18"/>
      </w:rPr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56704" behindDoc="0" locked="0" layoutInCell="0" allowOverlap="1" wp14:anchorId="594D852E" wp14:editId="775182B4">
              <wp:simplePos x="0" y="0"/>
              <wp:positionH relativeFrom="column">
                <wp:posOffset>0</wp:posOffset>
              </wp:positionH>
              <wp:positionV relativeFrom="paragraph">
                <wp:posOffset>118745</wp:posOffset>
              </wp:positionV>
              <wp:extent cx="5829300" cy="0"/>
              <wp:effectExtent l="0" t="0" r="0" b="0"/>
              <wp:wrapNone/>
              <wp:docPr id="656558096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333333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6C12566" id="Line 2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9.35pt" to="459pt,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" o:allowincell="f" strokecolor="#333" strokeweight=".5pt"/>
          </w:pict>
        </mc:Fallback>
      </mc:AlternateContent>
    </w:r>
  </w:p>
  <w:p w14:paraId="42337AC3" w14:textId="77777777" w:rsidR="007D52B8" w:rsidRDefault="007D52B8" w:rsidP="003F7066">
    <w:pPr>
      <w:ind w:left="72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F479B1" w14:textId="1F784F91" w:rsidR="007D52B8" w:rsidRDefault="00D94C67">
    <w:pPr>
      <w:tabs>
        <w:tab w:val="left" w:pos="4140"/>
        <w:tab w:val="right" w:pos="9180"/>
      </w:tabs>
      <w:rPr>
        <w:sz w:val="18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0DFB2954" wp14:editId="1667997F">
              <wp:simplePos x="0" y="0"/>
              <wp:positionH relativeFrom="column">
                <wp:posOffset>-36195</wp:posOffset>
              </wp:positionH>
              <wp:positionV relativeFrom="paragraph">
                <wp:posOffset>85090</wp:posOffset>
              </wp:positionV>
              <wp:extent cx="5899785" cy="0"/>
              <wp:effectExtent l="0" t="0" r="0" b="0"/>
              <wp:wrapNone/>
              <wp:docPr id="1967770799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9978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222D268" id="Line 1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85pt,6.7pt" to="461.7pt,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"/>
          </w:pict>
        </mc:Fallback>
      </mc:AlternateContent>
    </w:r>
  </w:p>
  <w:p w14:paraId="15ED45EF" w14:textId="77777777" w:rsidR="007D52B8" w:rsidRDefault="007D52B8" w:rsidP="003F706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60FD15" w14:textId="77777777" w:rsidR="0033625B" w:rsidRDefault="0033625B">
      <w:r>
        <w:separator/>
      </w:r>
    </w:p>
  </w:footnote>
  <w:footnote w:type="continuationSeparator" w:id="0">
    <w:p w14:paraId="4F28DE43" w14:textId="77777777" w:rsidR="0033625B" w:rsidRDefault="003362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E2BDD9" w14:textId="77777777" w:rsidR="008631FC" w:rsidRDefault="008631F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1CF7B2" w14:textId="3E63EEE2" w:rsidR="007D52B8" w:rsidRDefault="007D52B8">
    <w:pPr>
      <w:rPr>
        <w:rFonts w:ascii="Arial" w:hAnsi="Arial"/>
        <w:sz w:val="16"/>
      </w:rPr>
    </w:pPr>
    <w:r>
      <w:rPr>
        <w:rFonts w:ascii="Arial" w:hAnsi="Arial"/>
        <w:sz w:val="16"/>
      </w:rPr>
      <w:t xml:space="preserve">Zadávací podmínky </w:t>
    </w:r>
    <w:proofErr w:type="gramStart"/>
    <w:r>
      <w:rPr>
        <w:rFonts w:ascii="Arial" w:hAnsi="Arial"/>
        <w:sz w:val="16"/>
      </w:rPr>
      <w:t xml:space="preserve">–  </w:t>
    </w:r>
    <w:r w:rsidR="005479C4" w:rsidRPr="00BE209D">
      <w:rPr>
        <w:rFonts w:ascii="Arial" w:hAnsi="Arial"/>
        <w:sz w:val="16"/>
        <w:u w:val="single"/>
      </w:rPr>
      <w:t>Dodávka</w:t>
    </w:r>
    <w:proofErr w:type="gramEnd"/>
    <w:r w:rsidR="005479C4" w:rsidRPr="00BE209D">
      <w:rPr>
        <w:rFonts w:ascii="Arial" w:hAnsi="Arial"/>
        <w:sz w:val="16"/>
        <w:u w:val="single"/>
      </w:rPr>
      <w:t xml:space="preserve"> </w:t>
    </w:r>
    <w:r w:rsidR="008631FC">
      <w:rPr>
        <w:rFonts w:ascii="Arial" w:hAnsi="Arial"/>
        <w:sz w:val="16"/>
        <w:u w:val="single"/>
      </w:rPr>
      <w:t>traktorového nosiče</w:t>
    </w:r>
    <w:r w:rsidR="00E45E05">
      <w:rPr>
        <w:rFonts w:ascii="Arial" w:hAnsi="Arial"/>
        <w:sz w:val="16"/>
      </w:rPr>
      <w:t xml:space="preserve">     </w:t>
    </w:r>
    <w:r w:rsidR="002E2375">
      <w:rPr>
        <w:rFonts w:ascii="Arial" w:hAnsi="Arial"/>
        <w:sz w:val="16"/>
      </w:rPr>
      <w:t xml:space="preserve">                             </w:t>
    </w:r>
    <w:r w:rsidR="008631FC">
      <w:rPr>
        <w:rFonts w:ascii="Arial" w:hAnsi="Arial"/>
        <w:sz w:val="16"/>
      </w:rPr>
      <w:t xml:space="preserve">                                                               </w:t>
    </w:r>
    <w:r w:rsidR="002E2375">
      <w:rPr>
        <w:rFonts w:ascii="Arial" w:hAnsi="Arial"/>
        <w:sz w:val="16"/>
      </w:rPr>
      <w:t xml:space="preserve">    </w:t>
    </w:r>
    <w:r w:rsidR="00084C36">
      <w:rPr>
        <w:rFonts w:ascii="Arial" w:hAnsi="Arial"/>
        <w:sz w:val="16"/>
      </w:rPr>
      <w:t>strana</w:t>
    </w:r>
    <w:r>
      <w:rPr>
        <w:rFonts w:ascii="Arial" w:hAnsi="Arial"/>
        <w:sz w:val="16"/>
      </w:rPr>
      <w:t xml:space="preserve">: </w:t>
    </w:r>
    <w:r>
      <w:rPr>
        <w:rStyle w:val="slostrnky"/>
        <w:sz w:val="16"/>
      </w:rPr>
      <w:fldChar w:fldCharType="begin"/>
    </w:r>
    <w:r>
      <w:rPr>
        <w:rStyle w:val="slostrnky"/>
        <w:sz w:val="16"/>
      </w:rPr>
      <w:instrText xml:space="preserve"> PAGE </w:instrText>
    </w:r>
    <w:r>
      <w:rPr>
        <w:rStyle w:val="slostrnky"/>
        <w:sz w:val="16"/>
      </w:rPr>
      <w:fldChar w:fldCharType="separate"/>
    </w:r>
    <w:r w:rsidR="00E071FE">
      <w:rPr>
        <w:rStyle w:val="slostrnky"/>
        <w:noProof/>
        <w:sz w:val="16"/>
      </w:rPr>
      <w:t>2</w:t>
    </w:r>
    <w:r>
      <w:rPr>
        <w:rStyle w:val="slostrnky"/>
        <w:sz w:val="16"/>
      </w:rPr>
      <w:fldChar w:fldCharType="end"/>
    </w:r>
  </w:p>
  <w:p w14:paraId="45575B47" w14:textId="6CEA8425" w:rsidR="007D52B8" w:rsidRDefault="00D94C67">
    <w:pPr>
      <w:rPr>
        <w:rFonts w:ascii="Arial Black" w:hAnsi="Arial Black"/>
      </w:rPr>
    </w:pPr>
    <w:r>
      <w:rPr>
        <w:rFonts w:ascii="Arial Black" w:hAnsi="Arial Black"/>
        <w:noProof/>
        <w:sz w:val="20"/>
      </w:rPr>
      <mc:AlternateContent>
        <mc:Choice Requires="wps">
          <w:drawing>
            <wp:anchor distT="0" distB="0" distL="114300" distR="114300" simplePos="0" relativeHeight="251657728" behindDoc="0" locked="0" layoutInCell="0" allowOverlap="1" wp14:anchorId="6D7C6C24" wp14:editId="6734BAAE">
              <wp:simplePos x="0" y="0"/>
              <wp:positionH relativeFrom="column">
                <wp:posOffset>0</wp:posOffset>
              </wp:positionH>
              <wp:positionV relativeFrom="paragraph">
                <wp:posOffset>20320</wp:posOffset>
              </wp:positionV>
              <wp:extent cx="5829300" cy="0"/>
              <wp:effectExtent l="0" t="0" r="0" b="0"/>
              <wp:wrapNone/>
              <wp:docPr id="2106004005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E7E5554" id="Line 3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.6pt" to="459pt,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" o:allowincell="f"/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F7149E" w14:textId="0358C091" w:rsidR="00084C36" w:rsidRPr="00BE209D" w:rsidRDefault="00084C36" w:rsidP="00BE209D">
    <w:pPr>
      <w:pStyle w:val="Zhlav"/>
      <w:rPr>
        <w:rFonts w:ascii="Arial" w:hAnsi="Arial"/>
        <w:sz w:val="16"/>
        <w:u w:val="single"/>
      </w:rPr>
    </w:pPr>
    <w:r w:rsidRPr="00BE209D">
      <w:rPr>
        <w:rFonts w:ascii="Arial" w:hAnsi="Arial"/>
        <w:sz w:val="16"/>
        <w:u w:val="single"/>
      </w:rPr>
      <w:t>Za</w:t>
    </w:r>
    <w:r w:rsidR="00D9770A" w:rsidRPr="00BE209D">
      <w:rPr>
        <w:rFonts w:ascii="Arial" w:hAnsi="Arial"/>
        <w:sz w:val="16"/>
        <w:u w:val="single"/>
      </w:rPr>
      <w:t xml:space="preserve">dávací podmínky </w:t>
    </w:r>
    <w:proofErr w:type="gramStart"/>
    <w:r w:rsidR="00D9770A" w:rsidRPr="00BE209D">
      <w:rPr>
        <w:rFonts w:ascii="Arial" w:hAnsi="Arial"/>
        <w:sz w:val="16"/>
        <w:u w:val="single"/>
      </w:rPr>
      <w:t xml:space="preserve">–  </w:t>
    </w:r>
    <w:bookmarkStart w:id="2" w:name="_Hlk55215233"/>
    <w:r w:rsidR="00D9770A" w:rsidRPr="00BE209D">
      <w:rPr>
        <w:rFonts w:ascii="Arial" w:hAnsi="Arial"/>
        <w:sz w:val="16"/>
        <w:u w:val="single"/>
      </w:rPr>
      <w:t>Dodávka</w:t>
    </w:r>
    <w:proofErr w:type="gramEnd"/>
    <w:r w:rsidR="00D9770A" w:rsidRPr="00BE209D">
      <w:rPr>
        <w:rFonts w:ascii="Arial" w:hAnsi="Arial"/>
        <w:sz w:val="16"/>
        <w:u w:val="single"/>
      </w:rPr>
      <w:t xml:space="preserve"> </w:t>
    </w:r>
    <w:bookmarkEnd w:id="2"/>
    <w:r w:rsidR="008631FC">
      <w:rPr>
        <w:rFonts w:ascii="Arial" w:hAnsi="Arial"/>
        <w:sz w:val="16"/>
        <w:u w:val="single"/>
      </w:rPr>
      <w:t>traktorového nosiče</w:t>
    </w:r>
    <w:r w:rsidR="00B979D3">
      <w:rPr>
        <w:rFonts w:ascii="Arial" w:hAnsi="Arial"/>
        <w:sz w:val="16"/>
        <w:u w:val="single"/>
      </w:rPr>
      <w:t xml:space="preserve"> </w:t>
    </w:r>
    <w:r w:rsidR="00BE209D" w:rsidRPr="00BE209D">
      <w:rPr>
        <w:rFonts w:ascii="Arial" w:hAnsi="Arial"/>
        <w:sz w:val="16"/>
        <w:u w:val="single"/>
      </w:rPr>
      <w:tab/>
    </w:r>
    <w:r w:rsidR="008631FC">
      <w:rPr>
        <w:rFonts w:ascii="Arial" w:hAnsi="Arial"/>
        <w:sz w:val="16"/>
        <w:u w:val="single"/>
      </w:rPr>
      <w:t xml:space="preserve">                                                                                                   </w:t>
    </w:r>
    <w:r w:rsidR="00BE209D" w:rsidRPr="00BE209D">
      <w:rPr>
        <w:rFonts w:ascii="Arial" w:hAnsi="Arial"/>
        <w:sz w:val="16"/>
        <w:u w:val="single"/>
      </w:rPr>
      <w:t>s</w:t>
    </w:r>
    <w:r w:rsidRPr="00BE209D">
      <w:rPr>
        <w:rFonts w:ascii="Arial" w:hAnsi="Arial"/>
        <w:sz w:val="16"/>
        <w:u w:val="single"/>
      </w:rPr>
      <w:t>trana: 1</w:t>
    </w:r>
    <w:r w:rsidRPr="00BE209D">
      <w:rPr>
        <w:rFonts w:ascii="Arial" w:hAnsi="Arial"/>
        <w:sz w:val="16"/>
        <w:u w:val="single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002CD6"/>
    <w:multiLevelType w:val="hybridMultilevel"/>
    <w:tmpl w:val="000072AE"/>
    <w:lvl w:ilvl="0" w:tplc="0000695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2" w15:restartNumberingAfterBreak="0">
    <w:nsid w:val="00006784"/>
    <w:multiLevelType w:val="hybridMultilevel"/>
    <w:tmpl w:val="00004AE1"/>
    <w:lvl w:ilvl="0" w:tplc="00003D6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3" w15:restartNumberingAfterBreak="0">
    <w:nsid w:val="027E504C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08A42637"/>
    <w:multiLevelType w:val="hybridMultilevel"/>
    <w:tmpl w:val="7FCE7334"/>
    <w:lvl w:ilvl="0" w:tplc="25D48FEA">
      <w:start w:val="1"/>
      <w:numFmt w:val="bullet"/>
      <w:lvlText w:val="-"/>
      <w:lvlJc w:val="left"/>
      <w:pPr>
        <w:tabs>
          <w:tab w:val="num" w:pos="284"/>
        </w:tabs>
        <w:ind w:left="284" w:hanging="284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FE2497"/>
    <w:multiLevelType w:val="hybridMultilevel"/>
    <w:tmpl w:val="CEBA4774"/>
    <w:lvl w:ilvl="0" w:tplc="8C18DC1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F40615"/>
    <w:multiLevelType w:val="hybridMultilevel"/>
    <w:tmpl w:val="1EDAD258"/>
    <w:lvl w:ilvl="0" w:tplc="D3807CEC">
      <w:start w:val="1"/>
      <w:numFmt w:val="bullet"/>
      <w:lvlText w:val=""/>
      <w:lvlJc w:val="left"/>
      <w:pPr>
        <w:tabs>
          <w:tab w:val="num" w:pos="700"/>
        </w:tabs>
        <w:ind w:left="1040" w:hanging="340"/>
      </w:pPr>
      <w:rPr>
        <w:rFonts w:ascii="Symbol" w:eastAsia="Times New Roman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0"/>
        </w:tabs>
        <w:ind w:left="17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0"/>
        </w:tabs>
        <w:ind w:left="25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0"/>
        </w:tabs>
        <w:ind w:left="32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0"/>
        </w:tabs>
        <w:ind w:left="39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0"/>
        </w:tabs>
        <w:ind w:left="46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0"/>
        </w:tabs>
        <w:ind w:left="53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0"/>
        </w:tabs>
        <w:ind w:left="61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0"/>
        </w:tabs>
        <w:ind w:left="6820" w:hanging="360"/>
      </w:pPr>
      <w:rPr>
        <w:rFonts w:ascii="Wingdings" w:hAnsi="Wingdings" w:hint="default"/>
      </w:rPr>
    </w:lvl>
  </w:abstractNum>
  <w:abstractNum w:abstractNumId="7" w15:restartNumberingAfterBreak="0">
    <w:nsid w:val="126B5104"/>
    <w:multiLevelType w:val="hybridMultilevel"/>
    <w:tmpl w:val="83AE2882"/>
    <w:lvl w:ilvl="0" w:tplc="4FC8303E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7D16DF6"/>
    <w:multiLevelType w:val="hybridMultilevel"/>
    <w:tmpl w:val="AA20361A"/>
    <w:lvl w:ilvl="0" w:tplc="0405000F">
      <w:start w:val="1"/>
      <w:numFmt w:val="decimal"/>
      <w:lvlText w:val="%1."/>
      <w:lvlJc w:val="left"/>
      <w:pPr>
        <w:ind w:left="5040" w:hanging="360"/>
      </w:pPr>
    </w:lvl>
    <w:lvl w:ilvl="1" w:tplc="04050019" w:tentative="1">
      <w:start w:val="1"/>
      <w:numFmt w:val="lowerLetter"/>
      <w:lvlText w:val="%2."/>
      <w:lvlJc w:val="left"/>
      <w:pPr>
        <w:ind w:left="5760" w:hanging="360"/>
      </w:pPr>
    </w:lvl>
    <w:lvl w:ilvl="2" w:tplc="0405001B" w:tentative="1">
      <w:start w:val="1"/>
      <w:numFmt w:val="lowerRoman"/>
      <w:lvlText w:val="%3."/>
      <w:lvlJc w:val="right"/>
      <w:pPr>
        <w:ind w:left="6480" w:hanging="180"/>
      </w:pPr>
    </w:lvl>
    <w:lvl w:ilvl="3" w:tplc="0405000F" w:tentative="1">
      <w:start w:val="1"/>
      <w:numFmt w:val="decimal"/>
      <w:lvlText w:val="%4."/>
      <w:lvlJc w:val="left"/>
      <w:pPr>
        <w:ind w:left="7200" w:hanging="360"/>
      </w:pPr>
    </w:lvl>
    <w:lvl w:ilvl="4" w:tplc="04050019" w:tentative="1">
      <w:start w:val="1"/>
      <w:numFmt w:val="lowerLetter"/>
      <w:lvlText w:val="%5."/>
      <w:lvlJc w:val="left"/>
      <w:pPr>
        <w:ind w:left="7920" w:hanging="360"/>
      </w:pPr>
    </w:lvl>
    <w:lvl w:ilvl="5" w:tplc="0405001B" w:tentative="1">
      <w:start w:val="1"/>
      <w:numFmt w:val="lowerRoman"/>
      <w:lvlText w:val="%6."/>
      <w:lvlJc w:val="right"/>
      <w:pPr>
        <w:ind w:left="8640" w:hanging="180"/>
      </w:pPr>
    </w:lvl>
    <w:lvl w:ilvl="6" w:tplc="0405000F" w:tentative="1">
      <w:start w:val="1"/>
      <w:numFmt w:val="decimal"/>
      <w:lvlText w:val="%7."/>
      <w:lvlJc w:val="left"/>
      <w:pPr>
        <w:ind w:left="9360" w:hanging="360"/>
      </w:pPr>
    </w:lvl>
    <w:lvl w:ilvl="7" w:tplc="04050019" w:tentative="1">
      <w:start w:val="1"/>
      <w:numFmt w:val="lowerLetter"/>
      <w:lvlText w:val="%8."/>
      <w:lvlJc w:val="left"/>
      <w:pPr>
        <w:ind w:left="10080" w:hanging="360"/>
      </w:pPr>
    </w:lvl>
    <w:lvl w:ilvl="8" w:tplc="0405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9" w15:restartNumberingAfterBreak="0">
    <w:nsid w:val="1E333A0E"/>
    <w:multiLevelType w:val="hybridMultilevel"/>
    <w:tmpl w:val="B914D496"/>
    <w:lvl w:ilvl="0" w:tplc="26921DBA">
      <w:start w:val="1"/>
      <w:numFmt w:val="lowerLetter"/>
      <w:lvlText w:val="%1)"/>
      <w:lvlJc w:val="left"/>
      <w:pPr>
        <w:ind w:left="7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0" w15:restartNumberingAfterBreak="0">
    <w:nsid w:val="1F9D767C"/>
    <w:multiLevelType w:val="hybridMultilevel"/>
    <w:tmpl w:val="F8D247FC"/>
    <w:lvl w:ilvl="0" w:tplc="46B6132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51017E3"/>
    <w:multiLevelType w:val="hybridMultilevel"/>
    <w:tmpl w:val="41C222D4"/>
    <w:lvl w:ilvl="0" w:tplc="D3807CEC">
      <w:start w:val="1"/>
      <w:numFmt w:val="bullet"/>
      <w:lvlText w:val=""/>
      <w:lvlJc w:val="left"/>
      <w:pPr>
        <w:tabs>
          <w:tab w:val="num" w:pos="340"/>
        </w:tabs>
        <w:ind w:left="680" w:hanging="340"/>
      </w:pPr>
      <w:rPr>
        <w:rFonts w:ascii="Symbol" w:eastAsia="Times New Roman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6850722"/>
    <w:multiLevelType w:val="multilevel"/>
    <w:tmpl w:val="C4BE1E7E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2CF0202E"/>
    <w:multiLevelType w:val="multilevel"/>
    <w:tmpl w:val="71B6E822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EF24578"/>
    <w:multiLevelType w:val="hybridMultilevel"/>
    <w:tmpl w:val="DCAEB7CC"/>
    <w:lvl w:ilvl="0" w:tplc="3F2CE52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920750"/>
    <w:multiLevelType w:val="hybridMultilevel"/>
    <w:tmpl w:val="8460E388"/>
    <w:lvl w:ilvl="0" w:tplc="D3807CEC">
      <w:start w:val="1"/>
      <w:numFmt w:val="bullet"/>
      <w:lvlText w:val=""/>
      <w:lvlJc w:val="left"/>
      <w:pPr>
        <w:tabs>
          <w:tab w:val="num" w:pos="340"/>
        </w:tabs>
        <w:ind w:left="680" w:hanging="340"/>
      </w:pPr>
      <w:rPr>
        <w:rFonts w:ascii="Symbol" w:eastAsia="Times New Roman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10B42CF"/>
    <w:multiLevelType w:val="hybridMultilevel"/>
    <w:tmpl w:val="8516189E"/>
    <w:lvl w:ilvl="0" w:tplc="025CDE2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45B4CBE"/>
    <w:multiLevelType w:val="hybridMultilevel"/>
    <w:tmpl w:val="A28EB62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6226C76"/>
    <w:multiLevelType w:val="hybridMultilevel"/>
    <w:tmpl w:val="76307F22"/>
    <w:lvl w:ilvl="0" w:tplc="04050001">
      <w:start w:val="1"/>
      <w:numFmt w:val="bullet"/>
      <w:lvlText w:val=""/>
      <w:lvlJc w:val="left"/>
      <w:pPr>
        <w:tabs>
          <w:tab w:val="num" w:pos="1117"/>
        </w:tabs>
        <w:ind w:left="111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37"/>
        </w:tabs>
        <w:ind w:left="18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57"/>
        </w:tabs>
        <w:ind w:left="25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77"/>
        </w:tabs>
        <w:ind w:left="32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97"/>
        </w:tabs>
        <w:ind w:left="39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717"/>
        </w:tabs>
        <w:ind w:left="47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37"/>
        </w:tabs>
        <w:ind w:left="54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57"/>
        </w:tabs>
        <w:ind w:left="61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77"/>
        </w:tabs>
        <w:ind w:left="6877" w:hanging="360"/>
      </w:pPr>
      <w:rPr>
        <w:rFonts w:ascii="Wingdings" w:hAnsi="Wingdings" w:hint="default"/>
      </w:rPr>
    </w:lvl>
  </w:abstractNum>
  <w:abstractNum w:abstractNumId="19" w15:restartNumberingAfterBreak="0">
    <w:nsid w:val="3D360DFC"/>
    <w:multiLevelType w:val="hybridMultilevel"/>
    <w:tmpl w:val="E060751A"/>
    <w:lvl w:ilvl="0" w:tplc="854057E6">
      <w:start w:val="1"/>
      <w:numFmt w:val="bullet"/>
      <w:lvlText w:val=""/>
      <w:lvlJc w:val="left"/>
      <w:pPr>
        <w:tabs>
          <w:tab w:val="num" w:pos="757"/>
        </w:tabs>
        <w:ind w:left="737" w:hanging="34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27824CD"/>
    <w:multiLevelType w:val="multilevel"/>
    <w:tmpl w:val="54C44982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 w15:restartNumberingAfterBreak="0">
    <w:nsid w:val="45B273FB"/>
    <w:multiLevelType w:val="hybridMultilevel"/>
    <w:tmpl w:val="6F9AF3C8"/>
    <w:lvl w:ilvl="0" w:tplc="06960A96">
      <w:start w:val="57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6BA16D7"/>
    <w:multiLevelType w:val="hybridMultilevel"/>
    <w:tmpl w:val="B3487E3E"/>
    <w:lvl w:ilvl="0" w:tplc="14DA34F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25D48FEA">
      <w:start w:val="1"/>
      <w:numFmt w:val="bullet"/>
      <w:lvlText w:val="-"/>
      <w:lvlJc w:val="left"/>
      <w:pPr>
        <w:tabs>
          <w:tab w:val="num" w:pos="284"/>
        </w:tabs>
        <w:ind w:left="284" w:hanging="284"/>
      </w:pPr>
      <w:rPr>
        <w:rFonts w:ascii="Arial" w:eastAsia="Times New Roman" w:hAnsi="Arial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8CD3064"/>
    <w:multiLevelType w:val="hybridMultilevel"/>
    <w:tmpl w:val="57A47FBC"/>
    <w:lvl w:ilvl="0" w:tplc="0405000F">
      <w:start w:val="1"/>
      <w:numFmt w:val="decimal"/>
      <w:lvlText w:val="%1."/>
      <w:lvlJc w:val="left"/>
      <w:pPr>
        <w:ind w:left="1259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979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699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419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139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859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579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299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019" w:hanging="180"/>
      </w:pPr>
      <w:rPr>
        <w:rFonts w:cs="Times New Roman"/>
      </w:rPr>
    </w:lvl>
  </w:abstractNum>
  <w:abstractNum w:abstractNumId="24" w15:restartNumberingAfterBreak="0">
    <w:nsid w:val="4B203CB3"/>
    <w:multiLevelType w:val="hybridMultilevel"/>
    <w:tmpl w:val="6B16C10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F262BEB"/>
    <w:multiLevelType w:val="hybridMultilevel"/>
    <w:tmpl w:val="3FCE2B4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4F2E5380"/>
    <w:multiLevelType w:val="hybridMultilevel"/>
    <w:tmpl w:val="1B60A060"/>
    <w:lvl w:ilvl="0" w:tplc="040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7" w15:restartNumberingAfterBreak="0">
    <w:nsid w:val="5014530B"/>
    <w:multiLevelType w:val="multilevel"/>
    <w:tmpl w:val="AB94D0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040"/>
        </w:tabs>
        <w:ind w:left="5040" w:hanging="1800"/>
      </w:pPr>
      <w:rPr>
        <w:rFonts w:hint="default"/>
      </w:rPr>
    </w:lvl>
  </w:abstractNum>
  <w:abstractNum w:abstractNumId="28" w15:restartNumberingAfterBreak="0">
    <w:nsid w:val="50FD3D5A"/>
    <w:multiLevelType w:val="hybridMultilevel"/>
    <w:tmpl w:val="07C46EEC"/>
    <w:lvl w:ilvl="0" w:tplc="DBF0185A">
      <w:start w:val="1"/>
      <w:numFmt w:val="decimal"/>
      <w:lvlText w:val="%1."/>
      <w:lvlJc w:val="left"/>
      <w:pPr>
        <w:ind w:left="644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9B11673"/>
    <w:multiLevelType w:val="hybridMultilevel"/>
    <w:tmpl w:val="69A44066"/>
    <w:lvl w:ilvl="0" w:tplc="901AADBA">
      <w:start w:val="3"/>
      <w:numFmt w:val="lowerLetter"/>
      <w:lvlText w:val="%1)"/>
      <w:lvlJc w:val="left"/>
      <w:pPr>
        <w:ind w:left="1068" w:hanging="360"/>
      </w:pPr>
      <w:rPr>
        <w:rFonts w:hint="default"/>
        <w:color w:val="000000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 w15:restartNumberingAfterBreak="0">
    <w:nsid w:val="5A0F4ADD"/>
    <w:multiLevelType w:val="hybridMultilevel"/>
    <w:tmpl w:val="7E0E5600"/>
    <w:lvl w:ilvl="0" w:tplc="0405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F25484E"/>
    <w:multiLevelType w:val="hybridMultilevel"/>
    <w:tmpl w:val="55B67764"/>
    <w:lvl w:ilvl="0" w:tplc="611833DA">
      <w:start w:val="1"/>
      <w:numFmt w:val="decimal"/>
      <w:lvlText w:val="1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2133783"/>
    <w:multiLevelType w:val="hybridMultilevel"/>
    <w:tmpl w:val="07C46EEC"/>
    <w:lvl w:ilvl="0" w:tplc="DBF0185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89603B2"/>
    <w:multiLevelType w:val="hybridMultilevel"/>
    <w:tmpl w:val="3BA6B644"/>
    <w:lvl w:ilvl="0" w:tplc="0405000F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auto"/>
        <w:sz w:val="24"/>
        <w:szCs w:val="24"/>
      </w:rPr>
    </w:lvl>
    <w:lvl w:ilvl="1" w:tplc="04050019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6AAF1A1F"/>
    <w:multiLevelType w:val="multilevel"/>
    <w:tmpl w:val="1E2275CE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  <w:rPr>
        <w:rFonts w:ascii="Verdana" w:hAnsi="Verdana" w:hint="default"/>
        <w:sz w:val="20"/>
        <w:szCs w:val="20"/>
      </w:rPr>
    </w:lvl>
  </w:abstractNum>
  <w:abstractNum w:abstractNumId="35" w15:restartNumberingAfterBreak="0">
    <w:nsid w:val="6B637960"/>
    <w:multiLevelType w:val="hybridMultilevel"/>
    <w:tmpl w:val="66B4A70E"/>
    <w:lvl w:ilvl="0" w:tplc="0405000F">
      <w:start w:val="1"/>
      <w:numFmt w:val="decimal"/>
      <w:lvlText w:val="%1."/>
      <w:lvlJc w:val="left"/>
      <w:pPr>
        <w:ind w:left="8280" w:hanging="360"/>
      </w:pPr>
    </w:lvl>
    <w:lvl w:ilvl="1" w:tplc="04050019" w:tentative="1">
      <w:start w:val="1"/>
      <w:numFmt w:val="lowerLetter"/>
      <w:lvlText w:val="%2."/>
      <w:lvlJc w:val="left"/>
      <w:pPr>
        <w:ind w:left="9000" w:hanging="360"/>
      </w:pPr>
    </w:lvl>
    <w:lvl w:ilvl="2" w:tplc="0405001B" w:tentative="1">
      <w:start w:val="1"/>
      <w:numFmt w:val="lowerRoman"/>
      <w:lvlText w:val="%3."/>
      <w:lvlJc w:val="right"/>
      <w:pPr>
        <w:ind w:left="9720" w:hanging="180"/>
      </w:pPr>
    </w:lvl>
    <w:lvl w:ilvl="3" w:tplc="0405000F" w:tentative="1">
      <w:start w:val="1"/>
      <w:numFmt w:val="decimal"/>
      <w:lvlText w:val="%4."/>
      <w:lvlJc w:val="left"/>
      <w:pPr>
        <w:ind w:left="10440" w:hanging="360"/>
      </w:pPr>
    </w:lvl>
    <w:lvl w:ilvl="4" w:tplc="04050019" w:tentative="1">
      <w:start w:val="1"/>
      <w:numFmt w:val="lowerLetter"/>
      <w:lvlText w:val="%5."/>
      <w:lvlJc w:val="left"/>
      <w:pPr>
        <w:ind w:left="11160" w:hanging="360"/>
      </w:pPr>
    </w:lvl>
    <w:lvl w:ilvl="5" w:tplc="0405001B" w:tentative="1">
      <w:start w:val="1"/>
      <w:numFmt w:val="lowerRoman"/>
      <w:lvlText w:val="%6."/>
      <w:lvlJc w:val="right"/>
      <w:pPr>
        <w:ind w:left="11880" w:hanging="180"/>
      </w:pPr>
    </w:lvl>
    <w:lvl w:ilvl="6" w:tplc="0405000F" w:tentative="1">
      <w:start w:val="1"/>
      <w:numFmt w:val="decimal"/>
      <w:lvlText w:val="%7."/>
      <w:lvlJc w:val="left"/>
      <w:pPr>
        <w:ind w:left="12600" w:hanging="360"/>
      </w:pPr>
    </w:lvl>
    <w:lvl w:ilvl="7" w:tplc="04050019" w:tentative="1">
      <w:start w:val="1"/>
      <w:numFmt w:val="lowerLetter"/>
      <w:lvlText w:val="%8."/>
      <w:lvlJc w:val="left"/>
      <w:pPr>
        <w:ind w:left="13320" w:hanging="360"/>
      </w:pPr>
    </w:lvl>
    <w:lvl w:ilvl="8" w:tplc="0405001B" w:tentative="1">
      <w:start w:val="1"/>
      <w:numFmt w:val="lowerRoman"/>
      <w:lvlText w:val="%9."/>
      <w:lvlJc w:val="right"/>
      <w:pPr>
        <w:ind w:left="14040" w:hanging="180"/>
      </w:pPr>
    </w:lvl>
  </w:abstractNum>
  <w:abstractNum w:abstractNumId="36" w15:restartNumberingAfterBreak="0">
    <w:nsid w:val="6BBF572F"/>
    <w:multiLevelType w:val="hybridMultilevel"/>
    <w:tmpl w:val="5B7E7E0A"/>
    <w:lvl w:ilvl="0" w:tplc="040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 w15:restartNumberingAfterBreak="0">
    <w:nsid w:val="73223E62"/>
    <w:multiLevelType w:val="hybridMultilevel"/>
    <w:tmpl w:val="008AF570"/>
    <w:lvl w:ilvl="0" w:tplc="BFCEC2D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3892F25"/>
    <w:multiLevelType w:val="multilevel"/>
    <w:tmpl w:val="9FA61292"/>
    <w:lvl w:ilvl="0">
      <w:start w:val="1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9" w15:restartNumberingAfterBreak="0">
    <w:nsid w:val="756866BB"/>
    <w:multiLevelType w:val="hybridMultilevel"/>
    <w:tmpl w:val="3E4A091C"/>
    <w:lvl w:ilvl="0" w:tplc="040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65A2B83"/>
    <w:multiLevelType w:val="hybridMultilevel"/>
    <w:tmpl w:val="053662AC"/>
    <w:lvl w:ilvl="0" w:tplc="46B6132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7BA76DF"/>
    <w:multiLevelType w:val="multilevel"/>
    <w:tmpl w:val="CF36CD84"/>
    <w:lvl w:ilvl="0">
      <w:start w:val="8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063"/>
        </w:tabs>
        <w:ind w:left="1063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783"/>
        </w:tabs>
        <w:ind w:left="1783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03"/>
        </w:tabs>
        <w:ind w:left="2503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23"/>
        </w:tabs>
        <w:ind w:left="3223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43"/>
        </w:tabs>
        <w:ind w:left="3943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63"/>
        </w:tabs>
        <w:ind w:left="4663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383"/>
        </w:tabs>
        <w:ind w:left="5383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03"/>
        </w:tabs>
        <w:ind w:left="6103" w:hanging="360"/>
      </w:pPr>
      <w:rPr>
        <w:rFonts w:ascii="Wingdings" w:hAnsi="Wingdings" w:hint="default"/>
      </w:rPr>
    </w:lvl>
  </w:abstractNum>
  <w:abstractNum w:abstractNumId="42" w15:restartNumberingAfterBreak="0">
    <w:nsid w:val="77C62E12"/>
    <w:multiLevelType w:val="hybridMultilevel"/>
    <w:tmpl w:val="8EEA5486"/>
    <w:lvl w:ilvl="0" w:tplc="D3807CEC">
      <w:start w:val="1"/>
      <w:numFmt w:val="bullet"/>
      <w:lvlText w:val=""/>
      <w:lvlJc w:val="left"/>
      <w:pPr>
        <w:tabs>
          <w:tab w:val="num" w:pos="340"/>
        </w:tabs>
        <w:ind w:left="680" w:hanging="340"/>
      </w:pPr>
      <w:rPr>
        <w:rFonts w:ascii="Symbol" w:eastAsia="Times New Roman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89820AE"/>
    <w:multiLevelType w:val="multilevel"/>
    <w:tmpl w:val="EDA8DCB4"/>
    <w:lvl w:ilvl="0">
      <w:start w:val="1"/>
      <w:numFmt w:val="decimal"/>
      <w:pStyle w:val="seznam1"/>
      <w:suff w:val="space"/>
      <w:lvlText w:val="%1."/>
      <w:lvlJc w:val="left"/>
      <w:pPr>
        <w:ind w:left="907" w:hanging="90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ordinal"/>
      <w:lvlText w:val="%1.%2"/>
      <w:lvlJc w:val="left"/>
      <w:pPr>
        <w:tabs>
          <w:tab w:val="num" w:pos="1758"/>
        </w:tabs>
        <w:ind w:left="1758" w:hanging="1361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837"/>
        </w:tabs>
        <w:ind w:left="1621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557"/>
        </w:tabs>
        <w:ind w:left="2125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917"/>
        </w:tabs>
        <w:ind w:left="2629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637"/>
        </w:tabs>
        <w:ind w:left="3133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7"/>
        </w:tabs>
        <w:ind w:left="3637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17"/>
        </w:tabs>
        <w:ind w:left="4141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77"/>
        </w:tabs>
        <w:ind w:left="4717" w:hanging="1440"/>
      </w:pPr>
      <w:rPr>
        <w:rFonts w:cs="Times New Roman" w:hint="default"/>
      </w:rPr>
    </w:lvl>
  </w:abstractNum>
  <w:abstractNum w:abstractNumId="44" w15:restartNumberingAfterBreak="0">
    <w:nsid w:val="7C8F41A3"/>
    <w:multiLevelType w:val="hybridMultilevel"/>
    <w:tmpl w:val="AE269E4C"/>
    <w:lvl w:ilvl="0" w:tplc="D3807CEC">
      <w:start w:val="1"/>
      <w:numFmt w:val="bullet"/>
      <w:lvlText w:val=""/>
      <w:lvlJc w:val="left"/>
      <w:pPr>
        <w:tabs>
          <w:tab w:val="num" w:pos="340"/>
        </w:tabs>
        <w:ind w:left="680" w:hanging="340"/>
      </w:pPr>
      <w:rPr>
        <w:rFonts w:ascii="Symbol" w:eastAsia="Times New Roman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241449295">
    <w:abstractNumId w:val="0"/>
    <w:lvlOverride w:ilvl="0">
      <w:lvl w:ilvl="0">
        <w:start w:val="1"/>
        <w:numFmt w:val="bullet"/>
        <w:lvlText w:val=""/>
        <w:legacy w:legacy="1" w:legacySpace="0" w:legacyIndent="397"/>
        <w:lvlJc w:val="left"/>
        <w:pPr>
          <w:ind w:left="397" w:hanging="397"/>
        </w:pPr>
        <w:rPr>
          <w:rFonts w:ascii="Symbol" w:hAnsi="Symbol" w:hint="default"/>
        </w:rPr>
      </w:lvl>
    </w:lvlOverride>
  </w:num>
  <w:num w:numId="2" w16cid:durableId="715086047">
    <w:abstractNumId w:val="3"/>
  </w:num>
  <w:num w:numId="3" w16cid:durableId="823473901">
    <w:abstractNumId w:val="41"/>
  </w:num>
  <w:num w:numId="4" w16cid:durableId="1368414011">
    <w:abstractNumId w:val="19"/>
  </w:num>
  <w:num w:numId="5" w16cid:durableId="1296257766">
    <w:abstractNumId w:val="10"/>
  </w:num>
  <w:num w:numId="6" w16cid:durableId="323165604">
    <w:abstractNumId w:val="40"/>
  </w:num>
  <w:num w:numId="7" w16cid:durableId="1551259126">
    <w:abstractNumId w:val="22"/>
  </w:num>
  <w:num w:numId="8" w16cid:durableId="1990091578">
    <w:abstractNumId w:val="4"/>
  </w:num>
  <w:num w:numId="9" w16cid:durableId="1649548904">
    <w:abstractNumId w:val="11"/>
  </w:num>
  <w:num w:numId="10" w16cid:durableId="1134714239">
    <w:abstractNumId w:val="44"/>
  </w:num>
  <w:num w:numId="11" w16cid:durableId="167067224">
    <w:abstractNumId w:val="42"/>
  </w:num>
  <w:num w:numId="12" w16cid:durableId="2025205383">
    <w:abstractNumId w:val="15"/>
  </w:num>
  <w:num w:numId="13" w16cid:durableId="926038209">
    <w:abstractNumId w:val="7"/>
  </w:num>
  <w:num w:numId="14" w16cid:durableId="2134902905">
    <w:abstractNumId w:val="34"/>
  </w:num>
  <w:num w:numId="15" w16cid:durableId="772164628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604731173">
    <w:abstractNumId w:val="14"/>
  </w:num>
  <w:num w:numId="17" w16cid:durableId="1519387441">
    <w:abstractNumId w:val="16"/>
  </w:num>
  <w:num w:numId="18" w16cid:durableId="720329015">
    <w:abstractNumId w:val="20"/>
  </w:num>
  <w:num w:numId="19" w16cid:durableId="1710911154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040011143">
    <w:abstractNumId w:val="16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/>
  </w:num>
  <w:num w:numId="21" w16cid:durableId="1941255996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</w:num>
  <w:num w:numId="22" w16cid:durableId="1227061434">
    <w:abstractNumId w:val="5"/>
  </w:num>
  <w:num w:numId="23" w16cid:durableId="1545829881">
    <w:abstractNumId w:val="26"/>
  </w:num>
  <w:num w:numId="24" w16cid:durableId="2127263620">
    <w:abstractNumId w:val="18"/>
  </w:num>
  <w:num w:numId="25" w16cid:durableId="1254120037">
    <w:abstractNumId w:val="12"/>
  </w:num>
  <w:num w:numId="26" w16cid:durableId="547883679">
    <w:abstractNumId w:val="6"/>
  </w:num>
  <w:num w:numId="27" w16cid:durableId="456148844">
    <w:abstractNumId w:val="3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172839596">
    <w:abstractNumId w:val="38"/>
  </w:num>
  <w:num w:numId="29" w16cid:durableId="728504590">
    <w:abstractNumId w:val="9"/>
  </w:num>
  <w:num w:numId="30" w16cid:durableId="1386878941">
    <w:abstractNumId w:val="21"/>
  </w:num>
  <w:num w:numId="31" w16cid:durableId="642546029">
    <w:abstractNumId w:val="30"/>
  </w:num>
  <w:num w:numId="32" w16cid:durableId="424957233">
    <w:abstractNumId w:val="24"/>
  </w:num>
  <w:num w:numId="33" w16cid:durableId="329069556">
    <w:abstractNumId w:val="13"/>
  </w:num>
  <w:num w:numId="34" w16cid:durableId="1743408279">
    <w:abstractNumId w:val="25"/>
  </w:num>
  <w:num w:numId="35" w16cid:durableId="223949018">
    <w:abstractNumId w:val="43"/>
  </w:num>
  <w:num w:numId="36" w16cid:durableId="1299337865">
    <w:abstractNumId w:val="35"/>
  </w:num>
  <w:num w:numId="37" w16cid:durableId="613825614">
    <w:abstractNumId w:val="28"/>
  </w:num>
  <w:num w:numId="38" w16cid:durableId="768547767">
    <w:abstractNumId w:val="36"/>
  </w:num>
  <w:num w:numId="39" w16cid:durableId="1917737001">
    <w:abstractNumId w:val="17"/>
  </w:num>
  <w:num w:numId="40" w16cid:durableId="1483425229">
    <w:abstractNumId w:val="32"/>
  </w:num>
  <w:num w:numId="41" w16cid:durableId="40716106">
    <w:abstractNumId w:val="8"/>
  </w:num>
  <w:num w:numId="42" w16cid:durableId="482742774">
    <w:abstractNumId w:val="31"/>
  </w:num>
  <w:num w:numId="43" w16cid:durableId="930893520">
    <w:abstractNumId w:val="1"/>
  </w:num>
  <w:num w:numId="44" w16cid:durableId="1060905819">
    <w:abstractNumId w:val="2"/>
  </w:num>
  <w:num w:numId="45" w16cid:durableId="276714271">
    <w:abstractNumId w:val="27"/>
  </w:num>
  <w:num w:numId="46" w16cid:durableId="375662148">
    <w:abstractNumId w:val="23"/>
  </w:num>
  <w:num w:numId="47" w16cid:durableId="1096486661">
    <w:abstractNumId w:val="29"/>
  </w:num>
  <w:num w:numId="48" w16cid:durableId="227689613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 w16cid:durableId="944729282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3A54"/>
    <w:rsid w:val="00000676"/>
    <w:rsid w:val="000065DF"/>
    <w:rsid w:val="00013E25"/>
    <w:rsid w:val="00014E40"/>
    <w:rsid w:val="00017654"/>
    <w:rsid w:val="000321BE"/>
    <w:rsid w:val="00034DD9"/>
    <w:rsid w:val="00035CAC"/>
    <w:rsid w:val="00053818"/>
    <w:rsid w:val="00057286"/>
    <w:rsid w:val="00063D09"/>
    <w:rsid w:val="00065B92"/>
    <w:rsid w:val="00074578"/>
    <w:rsid w:val="0007490B"/>
    <w:rsid w:val="00076ECE"/>
    <w:rsid w:val="00077FE1"/>
    <w:rsid w:val="00084C36"/>
    <w:rsid w:val="0008608C"/>
    <w:rsid w:val="000867E3"/>
    <w:rsid w:val="000900F1"/>
    <w:rsid w:val="000908B3"/>
    <w:rsid w:val="00097560"/>
    <w:rsid w:val="000A4D02"/>
    <w:rsid w:val="000A51D9"/>
    <w:rsid w:val="000B44CB"/>
    <w:rsid w:val="000B6C7C"/>
    <w:rsid w:val="000B7481"/>
    <w:rsid w:val="000B7F27"/>
    <w:rsid w:val="000C2033"/>
    <w:rsid w:val="000C2539"/>
    <w:rsid w:val="000C2E58"/>
    <w:rsid w:val="000D00D6"/>
    <w:rsid w:val="000D0D78"/>
    <w:rsid w:val="000D1D75"/>
    <w:rsid w:val="000D5D98"/>
    <w:rsid w:val="000D747E"/>
    <w:rsid w:val="000E11D1"/>
    <w:rsid w:val="000E513D"/>
    <w:rsid w:val="000E59FC"/>
    <w:rsid w:val="000E5B52"/>
    <w:rsid w:val="000E6911"/>
    <w:rsid w:val="000E7533"/>
    <w:rsid w:val="000F13FA"/>
    <w:rsid w:val="000F236E"/>
    <w:rsid w:val="00104036"/>
    <w:rsid w:val="0011069B"/>
    <w:rsid w:val="001107F4"/>
    <w:rsid w:val="00113FAD"/>
    <w:rsid w:val="00116225"/>
    <w:rsid w:val="00116D08"/>
    <w:rsid w:val="00123288"/>
    <w:rsid w:val="001272DF"/>
    <w:rsid w:val="0013195E"/>
    <w:rsid w:val="0013311C"/>
    <w:rsid w:val="00155A50"/>
    <w:rsid w:val="00157096"/>
    <w:rsid w:val="00157839"/>
    <w:rsid w:val="001677C5"/>
    <w:rsid w:val="00175057"/>
    <w:rsid w:val="00186CC5"/>
    <w:rsid w:val="00193669"/>
    <w:rsid w:val="001B0E27"/>
    <w:rsid w:val="001B29FC"/>
    <w:rsid w:val="001B4015"/>
    <w:rsid w:val="001C5FAA"/>
    <w:rsid w:val="001D3D09"/>
    <w:rsid w:val="001D6728"/>
    <w:rsid w:val="001D77EE"/>
    <w:rsid w:val="001E6830"/>
    <w:rsid w:val="001F1A86"/>
    <w:rsid w:val="001F67A9"/>
    <w:rsid w:val="0020351D"/>
    <w:rsid w:val="002138B9"/>
    <w:rsid w:val="00217464"/>
    <w:rsid w:val="0022112D"/>
    <w:rsid w:val="00224F43"/>
    <w:rsid w:val="00226F34"/>
    <w:rsid w:val="002275CA"/>
    <w:rsid w:val="00234157"/>
    <w:rsid w:val="00236A3F"/>
    <w:rsid w:val="00237D81"/>
    <w:rsid w:val="00250A79"/>
    <w:rsid w:val="00252B39"/>
    <w:rsid w:val="002547DD"/>
    <w:rsid w:val="00255CDA"/>
    <w:rsid w:val="0025720C"/>
    <w:rsid w:val="00260377"/>
    <w:rsid w:val="002629CC"/>
    <w:rsid w:val="00263257"/>
    <w:rsid w:val="00264FC6"/>
    <w:rsid w:val="00270302"/>
    <w:rsid w:val="0027653B"/>
    <w:rsid w:val="00276805"/>
    <w:rsid w:val="00277454"/>
    <w:rsid w:val="002816ED"/>
    <w:rsid w:val="00294744"/>
    <w:rsid w:val="00295030"/>
    <w:rsid w:val="00296950"/>
    <w:rsid w:val="002A0EEC"/>
    <w:rsid w:val="002A6455"/>
    <w:rsid w:val="002B160B"/>
    <w:rsid w:val="002B565D"/>
    <w:rsid w:val="002C38D6"/>
    <w:rsid w:val="002C4C2A"/>
    <w:rsid w:val="002C545B"/>
    <w:rsid w:val="002C7F32"/>
    <w:rsid w:val="002E218B"/>
    <w:rsid w:val="002E2375"/>
    <w:rsid w:val="002E4545"/>
    <w:rsid w:val="002F1ABA"/>
    <w:rsid w:val="002F1EB6"/>
    <w:rsid w:val="002F200B"/>
    <w:rsid w:val="002F46DA"/>
    <w:rsid w:val="002F69AC"/>
    <w:rsid w:val="002F78EA"/>
    <w:rsid w:val="00300477"/>
    <w:rsid w:val="003012F2"/>
    <w:rsid w:val="00302232"/>
    <w:rsid w:val="00302E45"/>
    <w:rsid w:val="00305282"/>
    <w:rsid w:val="00305BA0"/>
    <w:rsid w:val="00310368"/>
    <w:rsid w:val="003105DB"/>
    <w:rsid w:val="00317C19"/>
    <w:rsid w:val="00323278"/>
    <w:rsid w:val="003238ED"/>
    <w:rsid w:val="0032413B"/>
    <w:rsid w:val="00324DCD"/>
    <w:rsid w:val="0032619B"/>
    <w:rsid w:val="0033625B"/>
    <w:rsid w:val="00336A69"/>
    <w:rsid w:val="00344F6D"/>
    <w:rsid w:val="00346DAC"/>
    <w:rsid w:val="00350970"/>
    <w:rsid w:val="0036164E"/>
    <w:rsid w:val="00362197"/>
    <w:rsid w:val="00365642"/>
    <w:rsid w:val="00371017"/>
    <w:rsid w:val="003744F2"/>
    <w:rsid w:val="003959A9"/>
    <w:rsid w:val="003A4D4B"/>
    <w:rsid w:val="003A518A"/>
    <w:rsid w:val="003B31B6"/>
    <w:rsid w:val="003B36B8"/>
    <w:rsid w:val="003B4CD3"/>
    <w:rsid w:val="003B63E2"/>
    <w:rsid w:val="003C19B7"/>
    <w:rsid w:val="003C2528"/>
    <w:rsid w:val="003C2D7F"/>
    <w:rsid w:val="003C6D7E"/>
    <w:rsid w:val="003C702F"/>
    <w:rsid w:val="003C7069"/>
    <w:rsid w:val="003D3870"/>
    <w:rsid w:val="003E1EE9"/>
    <w:rsid w:val="003E5190"/>
    <w:rsid w:val="003E6597"/>
    <w:rsid w:val="003F37C4"/>
    <w:rsid w:val="003F7066"/>
    <w:rsid w:val="00400AF1"/>
    <w:rsid w:val="00405C22"/>
    <w:rsid w:val="004102DB"/>
    <w:rsid w:val="004116B3"/>
    <w:rsid w:val="004276DE"/>
    <w:rsid w:val="00427AFD"/>
    <w:rsid w:val="00431351"/>
    <w:rsid w:val="0043179F"/>
    <w:rsid w:val="00432984"/>
    <w:rsid w:val="004340E8"/>
    <w:rsid w:val="00437DC3"/>
    <w:rsid w:val="00440D00"/>
    <w:rsid w:val="00443AE4"/>
    <w:rsid w:val="004479EE"/>
    <w:rsid w:val="00452155"/>
    <w:rsid w:val="00452938"/>
    <w:rsid w:val="004540A0"/>
    <w:rsid w:val="00456C18"/>
    <w:rsid w:val="00460F64"/>
    <w:rsid w:val="0047100B"/>
    <w:rsid w:val="0047145A"/>
    <w:rsid w:val="00472E92"/>
    <w:rsid w:val="004763C5"/>
    <w:rsid w:val="00486715"/>
    <w:rsid w:val="00490128"/>
    <w:rsid w:val="00496A46"/>
    <w:rsid w:val="004970D6"/>
    <w:rsid w:val="004A28A9"/>
    <w:rsid w:val="004B0B25"/>
    <w:rsid w:val="004B4244"/>
    <w:rsid w:val="004C018B"/>
    <w:rsid w:val="004C4963"/>
    <w:rsid w:val="004C6B2A"/>
    <w:rsid w:val="004D76F5"/>
    <w:rsid w:val="004E0475"/>
    <w:rsid w:val="004F31F1"/>
    <w:rsid w:val="004F7E18"/>
    <w:rsid w:val="00502D10"/>
    <w:rsid w:val="00504668"/>
    <w:rsid w:val="00512286"/>
    <w:rsid w:val="0051245A"/>
    <w:rsid w:val="00520C27"/>
    <w:rsid w:val="0052241F"/>
    <w:rsid w:val="005263BD"/>
    <w:rsid w:val="005302DC"/>
    <w:rsid w:val="00533EDA"/>
    <w:rsid w:val="00534568"/>
    <w:rsid w:val="00534E91"/>
    <w:rsid w:val="00535CED"/>
    <w:rsid w:val="005435B3"/>
    <w:rsid w:val="005479C4"/>
    <w:rsid w:val="005517C9"/>
    <w:rsid w:val="005529EA"/>
    <w:rsid w:val="0056017E"/>
    <w:rsid w:val="00570364"/>
    <w:rsid w:val="00570A17"/>
    <w:rsid w:val="00582919"/>
    <w:rsid w:val="00583219"/>
    <w:rsid w:val="00583F7C"/>
    <w:rsid w:val="00584311"/>
    <w:rsid w:val="005921E2"/>
    <w:rsid w:val="00593D52"/>
    <w:rsid w:val="00594790"/>
    <w:rsid w:val="00597252"/>
    <w:rsid w:val="005A1A1F"/>
    <w:rsid w:val="005A6939"/>
    <w:rsid w:val="005A6BBD"/>
    <w:rsid w:val="005A79BE"/>
    <w:rsid w:val="005B1677"/>
    <w:rsid w:val="005B2822"/>
    <w:rsid w:val="005C62F4"/>
    <w:rsid w:val="005C6AF9"/>
    <w:rsid w:val="005D4CE4"/>
    <w:rsid w:val="005D7227"/>
    <w:rsid w:val="005D7B14"/>
    <w:rsid w:val="005D7C12"/>
    <w:rsid w:val="005E0F52"/>
    <w:rsid w:val="005E23CA"/>
    <w:rsid w:val="005E2D8F"/>
    <w:rsid w:val="005F0C65"/>
    <w:rsid w:val="005F2EE6"/>
    <w:rsid w:val="005F36AB"/>
    <w:rsid w:val="005F437D"/>
    <w:rsid w:val="005F527C"/>
    <w:rsid w:val="005F7C10"/>
    <w:rsid w:val="0060103A"/>
    <w:rsid w:val="00610EDB"/>
    <w:rsid w:val="00611498"/>
    <w:rsid w:val="00612341"/>
    <w:rsid w:val="006210C2"/>
    <w:rsid w:val="00632CD0"/>
    <w:rsid w:val="006339E1"/>
    <w:rsid w:val="0063797D"/>
    <w:rsid w:val="00640508"/>
    <w:rsid w:val="00643F05"/>
    <w:rsid w:val="00644F75"/>
    <w:rsid w:val="00646B83"/>
    <w:rsid w:val="00652537"/>
    <w:rsid w:val="00653ABE"/>
    <w:rsid w:val="00653ED4"/>
    <w:rsid w:val="006616B1"/>
    <w:rsid w:val="00662315"/>
    <w:rsid w:val="006636C3"/>
    <w:rsid w:val="006659A2"/>
    <w:rsid w:val="006750A5"/>
    <w:rsid w:val="00676DD4"/>
    <w:rsid w:val="006778ED"/>
    <w:rsid w:val="006814B7"/>
    <w:rsid w:val="00683C8F"/>
    <w:rsid w:val="00687215"/>
    <w:rsid w:val="00690877"/>
    <w:rsid w:val="00691CA1"/>
    <w:rsid w:val="00691F06"/>
    <w:rsid w:val="00697CE7"/>
    <w:rsid w:val="006A14CD"/>
    <w:rsid w:val="006A5E22"/>
    <w:rsid w:val="006A736E"/>
    <w:rsid w:val="006B1089"/>
    <w:rsid w:val="006B1376"/>
    <w:rsid w:val="006C1A38"/>
    <w:rsid w:val="006C33EC"/>
    <w:rsid w:val="006C4478"/>
    <w:rsid w:val="006D213C"/>
    <w:rsid w:val="006D2ACD"/>
    <w:rsid w:val="006D6863"/>
    <w:rsid w:val="006E441B"/>
    <w:rsid w:val="006F31D9"/>
    <w:rsid w:val="007001CE"/>
    <w:rsid w:val="00706711"/>
    <w:rsid w:val="00712634"/>
    <w:rsid w:val="00712E62"/>
    <w:rsid w:val="00713D0E"/>
    <w:rsid w:val="0071497E"/>
    <w:rsid w:val="0071526F"/>
    <w:rsid w:val="0072148B"/>
    <w:rsid w:val="0072421B"/>
    <w:rsid w:val="00727507"/>
    <w:rsid w:val="007304C4"/>
    <w:rsid w:val="0073075F"/>
    <w:rsid w:val="00737A5B"/>
    <w:rsid w:val="00743DE8"/>
    <w:rsid w:val="00745EFA"/>
    <w:rsid w:val="00747625"/>
    <w:rsid w:val="00747D25"/>
    <w:rsid w:val="007501E9"/>
    <w:rsid w:val="00753640"/>
    <w:rsid w:val="007625E9"/>
    <w:rsid w:val="00763A3D"/>
    <w:rsid w:val="00765E23"/>
    <w:rsid w:val="007762EA"/>
    <w:rsid w:val="00776AE2"/>
    <w:rsid w:val="00780C3B"/>
    <w:rsid w:val="0078129A"/>
    <w:rsid w:val="00785AF7"/>
    <w:rsid w:val="00787C63"/>
    <w:rsid w:val="0079757C"/>
    <w:rsid w:val="007A0CED"/>
    <w:rsid w:val="007A7384"/>
    <w:rsid w:val="007A7ED3"/>
    <w:rsid w:val="007B3039"/>
    <w:rsid w:val="007B3D2D"/>
    <w:rsid w:val="007B716B"/>
    <w:rsid w:val="007B7B7D"/>
    <w:rsid w:val="007C08B5"/>
    <w:rsid w:val="007C0FC5"/>
    <w:rsid w:val="007C26C4"/>
    <w:rsid w:val="007C6485"/>
    <w:rsid w:val="007C65FE"/>
    <w:rsid w:val="007D0AB0"/>
    <w:rsid w:val="007D22E2"/>
    <w:rsid w:val="007D47C6"/>
    <w:rsid w:val="007D52B8"/>
    <w:rsid w:val="007D5EAD"/>
    <w:rsid w:val="007D5F51"/>
    <w:rsid w:val="007E126E"/>
    <w:rsid w:val="007E1E83"/>
    <w:rsid w:val="007E2C05"/>
    <w:rsid w:val="007E3E54"/>
    <w:rsid w:val="007E6220"/>
    <w:rsid w:val="007E6F87"/>
    <w:rsid w:val="007F06FE"/>
    <w:rsid w:val="007F10EA"/>
    <w:rsid w:val="007F213B"/>
    <w:rsid w:val="007F3B65"/>
    <w:rsid w:val="007F5041"/>
    <w:rsid w:val="007F5BB9"/>
    <w:rsid w:val="007F5DEA"/>
    <w:rsid w:val="008015D4"/>
    <w:rsid w:val="00802E2F"/>
    <w:rsid w:val="00806E14"/>
    <w:rsid w:val="00810591"/>
    <w:rsid w:val="0081237A"/>
    <w:rsid w:val="00814296"/>
    <w:rsid w:val="008157D6"/>
    <w:rsid w:val="0081596E"/>
    <w:rsid w:val="00816553"/>
    <w:rsid w:val="0081661C"/>
    <w:rsid w:val="00823000"/>
    <w:rsid w:val="00826610"/>
    <w:rsid w:val="00826C62"/>
    <w:rsid w:val="008301AD"/>
    <w:rsid w:val="00835B42"/>
    <w:rsid w:val="00837D4B"/>
    <w:rsid w:val="00841387"/>
    <w:rsid w:val="00842766"/>
    <w:rsid w:val="008428AD"/>
    <w:rsid w:val="00842B7A"/>
    <w:rsid w:val="008467D9"/>
    <w:rsid w:val="00854A8E"/>
    <w:rsid w:val="00857BD8"/>
    <w:rsid w:val="008631FC"/>
    <w:rsid w:val="008651FB"/>
    <w:rsid w:val="00873CCE"/>
    <w:rsid w:val="00892BE4"/>
    <w:rsid w:val="0089311F"/>
    <w:rsid w:val="00893C77"/>
    <w:rsid w:val="00894731"/>
    <w:rsid w:val="00897151"/>
    <w:rsid w:val="00897A58"/>
    <w:rsid w:val="008A092B"/>
    <w:rsid w:val="008A7939"/>
    <w:rsid w:val="008B0D2A"/>
    <w:rsid w:val="008B142B"/>
    <w:rsid w:val="008B2BDA"/>
    <w:rsid w:val="008B36EF"/>
    <w:rsid w:val="008B5FD9"/>
    <w:rsid w:val="008B7401"/>
    <w:rsid w:val="008C0EED"/>
    <w:rsid w:val="008C57E7"/>
    <w:rsid w:val="008D49F8"/>
    <w:rsid w:val="008D6F05"/>
    <w:rsid w:val="008D774C"/>
    <w:rsid w:val="008E1CAE"/>
    <w:rsid w:val="008E32E6"/>
    <w:rsid w:val="008E3302"/>
    <w:rsid w:val="008E65CC"/>
    <w:rsid w:val="008F0173"/>
    <w:rsid w:val="008F171E"/>
    <w:rsid w:val="008F4FBA"/>
    <w:rsid w:val="008F64A4"/>
    <w:rsid w:val="008F6A3E"/>
    <w:rsid w:val="00912E08"/>
    <w:rsid w:val="00922F3C"/>
    <w:rsid w:val="00926F89"/>
    <w:rsid w:val="00927993"/>
    <w:rsid w:val="0093081F"/>
    <w:rsid w:val="00931090"/>
    <w:rsid w:val="009321F2"/>
    <w:rsid w:val="00937E16"/>
    <w:rsid w:val="00941F4B"/>
    <w:rsid w:val="00943144"/>
    <w:rsid w:val="009433F7"/>
    <w:rsid w:val="00943ACF"/>
    <w:rsid w:val="00944EAA"/>
    <w:rsid w:val="00946993"/>
    <w:rsid w:val="009576F9"/>
    <w:rsid w:val="00962BAF"/>
    <w:rsid w:val="00964EB5"/>
    <w:rsid w:val="00966E93"/>
    <w:rsid w:val="0097328C"/>
    <w:rsid w:val="0097658A"/>
    <w:rsid w:val="00980A19"/>
    <w:rsid w:val="0098153A"/>
    <w:rsid w:val="009847AB"/>
    <w:rsid w:val="009917BB"/>
    <w:rsid w:val="0099262B"/>
    <w:rsid w:val="00993F72"/>
    <w:rsid w:val="00994C32"/>
    <w:rsid w:val="009968AF"/>
    <w:rsid w:val="00996947"/>
    <w:rsid w:val="009975E3"/>
    <w:rsid w:val="00997A1D"/>
    <w:rsid w:val="009A0CB9"/>
    <w:rsid w:val="009A1AEB"/>
    <w:rsid w:val="009A2EA4"/>
    <w:rsid w:val="009A4A01"/>
    <w:rsid w:val="009A70A0"/>
    <w:rsid w:val="009A7351"/>
    <w:rsid w:val="009A7AB0"/>
    <w:rsid w:val="009B04AC"/>
    <w:rsid w:val="009B1105"/>
    <w:rsid w:val="009B4BD2"/>
    <w:rsid w:val="009B660B"/>
    <w:rsid w:val="009C31A8"/>
    <w:rsid w:val="009C337B"/>
    <w:rsid w:val="009D231D"/>
    <w:rsid w:val="009D2981"/>
    <w:rsid w:val="009D629E"/>
    <w:rsid w:val="009E0352"/>
    <w:rsid w:val="009E2EB0"/>
    <w:rsid w:val="009E7280"/>
    <w:rsid w:val="009E7B42"/>
    <w:rsid w:val="009F20EE"/>
    <w:rsid w:val="009F28CE"/>
    <w:rsid w:val="009F4973"/>
    <w:rsid w:val="009F617B"/>
    <w:rsid w:val="00A02980"/>
    <w:rsid w:val="00A04336"/>
    <w:rsid w:val="00A06F5E"/>
    <w:rsid w:val="00A13CD8"/>
    <w:rsid w:val="00A22922"/>
    <w:rsid w:val="00A24EE7"/>
    <w:rsid w:val="00A2609B"/>
    <w:rsid w:val="00A3037D"/>
    <w:rsid w:val="00A32E4A"/>
    <w:rsid w:val="00A3314C"/>
    <w:rsid w:val="00A349F7"/>
    <w:rsid w:val="00A35201"/>
    <w:rsid w:val="00A476E0"/>
    <w:rsid w:val="00A47D72"/>
    <w:rsid w:val="00A520CB"/>
    <w:rsid w:val="00A532F8"/>
    <w:rsid w:val="00A55398"/>
    <w:rsid w:val="00A561B4"/>
    <w:rsid w:val="00A60217"/>
    <w:rsid w:val="00A64A70"/>
    <w:rsid w:val="00A67A95"/>
    <w:rsid w:val="00A70435"/>
    <w:rsid w:val="00A73D06"/>
    <w:rsid w:val="00A7598A"/>
    <w:rsid w:val="00A80E87"/>
    <w:rsid w:val="00A827F9"/>
    <w:rsid w:val="00A90AD1"/>
    <w:rsid w:val="00A90DB5"/>
    <w:rsid w:val="00A92738"/>
    <w:rsid w:val="00A954CD"/>
    <w:rsid w:val="00AA4307"/>
    <w:rsid w:val="00AA69B5"/>
    <w:rsid w:val="00AB08CD"/>
    <w:rsid w:val="00AB2794"/>
    <w:rsid w:val="00AB2EC1"/>
    <w:rsid w:val="00AB3A79"/>
    <w:rsid w:val="00AB54E3"/>
    <w:rsid w:val="00AC0C8C"/>
    <w:rsid w:val="00AD21B3"/>
    <w:rsid w:val="00AD3CAC"/>
    <w:rsid w:val="00AD76C6"/>
    <w:rsid w:val="00AE30B1"/>
    <w:rsid w:val="00AE4F21"/>
    <w:rsid w:val="00AE7CCE"/>
    <w:rsid w:val="00AF06BF"/>
    <w:rsid w:val="00AF0C79"/>
    <w:rsid w:val="00AF1BBB"/>
    <w:rsid w:val="00AF4C8D"/>
    <w:rsid w:val="00AF51B7"/>
    <w:rsid w:val="00AF57BA"/>
    <w:rsid w:val="00AF7EE6"/>
    <w:rsid w:val="00B01018"/>
    <w:rsid w:val="00B02CA8"/>
    <w:rsid w:val="00B053C0"/>
    <w:rsid w:val="00B13C1F"/>
    <w:rsid w:val="00B142EA"/>
    <w:rsid w:val="00B147E0"/>
    <w:rsid w:val="00B27970"/>
    <w:rsid w:val="00B31D2B"/>
    <w:rsid w:val="00B469C0"/>
    <w:rsid w:val="00B47BC8"/>
    <w:rsid w:val="00B50568"/>
    <w:rsid w:val="00B5155A"/>
    <w:rsid w:val="00B538F1"/>
    <w:rsid w:val="00B54ECF"/>
    <w:rsid w:val="00B55F4B"/>
    <w:rsid w:val="00B63E80"/>
    <w:rsid w:val="00B65E45"/>
    <w:rsid w:val="00B732DB"/>
    <w:rsid w:val="00B740C6"/>
    <w:rsid w:val="00B7567F"/>
    <w:rsid w:val="00B76454"/>
    <w:rsid w:val="00B77516"/>
    <w:rsid w:val="00B81C93"/>
    <w:rsid w:val="00B81EB5"/>
    <w:rsid w:val="00B82399"/>
    <w:rsid w:val="00B835A2"/>
    <w:rsid w:val="00B83A54"/>
    <w:rsid w:val="00B862DD"/>
    <w:rsid w:val="00B87769"/>
    <w:rsid w:val="00B94EB0"/>
    <w:rsid w:val="00B979D3"/>
    <w:rsid w:val="00B97C39"/>
    <w:rsid w:val="00BA09E8"/>
    <w:rsid w:val="00BA57C4"/>
    <w:rsid w:val="00BA6953"/>
    <w:rsid w:val="00BA6D2E"/>
    <w:rsid w:val="00BB1355"/>
    <w:rsid w:val="00BB6245"/>
    <w:rsid w:val="00BC4924"/>
    <w:rsid w:val="00BC51C9"/>
    <w:rsid w:val="00BC7B35"/>
    <w:rsid w:val="00BD08A6"/>
    <w:rsid w:val="00BD4133"/>
    <w:rsid w:val="00BD4615"/>
    <w:rsid w:val="00BD490F"/>
    <w:rsid w:val="00BE0E6C"/>
    <w:rsid w:val="00BE16C2"/>
    <w:rsid w:val="00BE1DCF"/>
    <w:rsid w:val="00BE209D"/>
    <w:rsid w:val="00BE44EF"/>
    <w:rsid w:val="00BF7BB6"/>
    <w:rsid w:val="00C024AC"/>
    <w:rsid w:val="00C07BA1"/>
    <w:rsid w:val="00C14E7D"/>
    <w:rsid w:val="00C166EC"/>
    <w:rsid w:val="00C174C1"/>
    <w:rsid w:val="00C23A7D"/>
    <w:rsid w:val="00C27707"/>
    <w:rsid w:val="00C3103E"/>
    <w:rsid w:val="00C32750"/>
    <w:rsid w:val="00C429EA"/>
    <w:rsid w:val="00C44209"/>
    <w:rsid w:val="00C5336A"/>
    <w:rsid w:val="00C56B75"/>
    <w:rsid w:val="00C62756"/>
    <w:rsid w:val="00C658A7"/>
    <w:rsid w:val="00C724DA"/>
    <w:rsid w:val="00C80A88"/>
    <w:rsid w:val="00C87262"/>
    <w:rsid w:val="00C93A0B"/>
    <w:rsid w:val="00C9571A"/>
    <w:rsid w:val="00CA6A4B"/>
    <w:rsid w:val="00CB0E66"/>
    <w:rsid w:val="00CB1CD8"/>
    <w:rsid w:val="00CB2B2D"/>
    <w:rsid w:val="00CB3C7D"/>
    <w:rsid w:val="00CB4603"/>
    <w:rsid w:val="00CC1FD4"/>
    <w:rsid w:val="00CC3244"/>
    <w:rsid w:val="00CC35DD"/>
    <w:rsid w:val="00CC564C"/>
    <w:rsid w:val="00CC7E57"/>
    <w:rsid w:val="00CD01D5"/>
    <w:rsid w:val="00CD0EEF"/>
    <w:rsid w:val="00CD27B3"/>
    <w:rsid w:val="00CD2C68"/>
    <w:rsid w:val="00CD47F2"/>
    <w:rsid w:val="00CD6343"/>
    <w:rsid w:val="00CD7A01"/>
    <w:rsid w:val="00CF4FD5"/>
    <w:rsid w:val="00CF5F9F"/>
    <w:rsid w:val="00D02805"/>
    <w:rsid w:val="00D1697D"/>
    <w:rsid w:val="00D2060F"/>
    <w:rsid w:val="00D21665"/>
    <w:rsid w:val="00D30A5D"/>
    <w:rsid w:val="00D30BE6"/>
    <w:rsid w:val="00D341A2"/>
    <w:rsid w:val="00D345BB"/>
    <w:rsid w:val="00D36D78"/>
    <w:rsid w:val="00D44FD0"/>
    <w:rsid w:val="00D47A68"/>
    <w:rsid w:val="00D528C5"/>
    <w:rsid w:val="00D63DD0"/>
    <w:rsid w:val="00D66070"/>
    <w:rsid w:val="00D66D43"/>
    <w:rsid w:val="00D839EB"/>
    <w:rsid w:val="00D84A7E"/>
    <w:rsid w:val="00D91DFE"/>
    <w:rsid w:val="00D92BB3"/>
    <w:rsid w:val="00D94C67"/>
    <w:rsid w:val="00D9770A"/>
    <w:rsid w:val="00DA037B"/>
    <w:rsid w:val="00DA2E35"/>
    <w:rsid w:val="00DA5F1A"/>
    <w:rsid w:val="00DB1925"/>
    <w:rsid w:val="00DC159D"/>
    <w:rsid w:val="00DC3FB6"/>
    <w:rsid w:val="00DC4355"/>
    <w:rsid w:val="00DD1CE9"/>
    <w:rsid w:val="00DD3FD3"/>
    <w:rsid w:val="00DD627C"/>
    <w:rsid w:val="00DD708B"/>
    <w:rsid w:val="00DD7DE9"/>
    <w:rsid w:val="00DE32E1"/>
    <w:rsid w:val="00DE52E2"/>
    <w:rsid w:val="00DE651D"/>
    <w:rsid w:val="00DF4D1B"/>
    <w:rsid w:val="00DF5040"/>
    <w:rsid w:val="00E00FFF"/>
    <w:rsid w:val="00E061B7"/>
    <w:rsid w:val="00E06A07"/>
    <w:rsid w:val="00E071FE"/>
    <w:rsid w:val="00E12F86"/>
    <w:rsid w:val="00E21AF7"/>
    <w:rsid w:val="00E239CB"/>
    <w:rsid w:val="00E25F26"/>
    <w:rsid w:val="00E30A50"/>
    <w:rsid w:val="00E37C9E"/>
    <w:rsid w:val="00E45E05"/>
    <w:rsid w:val="00E51D94"/>
    <w:rsid w:val="00E52549"/>
    <w:rsid w:val="00E52D71"/>
    <w:rsid w:val="00E538DD"/>
    <w:rsid w:val="00E57CF4"/>
    <w:rsid w:val="00E63914"/>
    <w:rsid w:val="00E63E7B"/>
    <w:rsid w:val="00E741A0"/>
    <w:rsid w:val="00E75387"/>
    <w:rsid w:val="00E76688"/>
    <w:rsid w:val="00E76C49"/>
    <w:rsid w:val="00E86556"/>
    <w:rsid w:val="00E8658B"/>
    <w:rsid w:val="00E90738"/>
    <w:rsid w:val="00E93D1D"/>
    <w:rsid w:val="00EA23B4"/>
    <w:rsid w:val="00EA356B"/>
    <w:rsid w:val="00EA5A65"/>
    <w:rsid w:val="00EA7B6D"/>
    <w:rsid w:val="00EA7E45"/>
    <w:rsid w:val="00EB3802"/>
    <w:rsid w:val="00EB41AB"/>
    <w:rsid w:val="00EB4640"/>
    <w:rsid w:val="00EB4E20"/>
    <w:rsid w:val="00EC2648"/>
    <w:rsid w:val="00EC6AB3"/>
    <w:rsid w:val="00ED1FE9"/>
    <w:rsid w:val="00ED56AA"/>
    <w:rsid w:val="00EE03CA"/>
    <w:rsid w:val="00EE0EB0"/>
    <w:rsid w:val="00EE4F74"/>
    <w:rsid w:val="00EE6821"/>
    <w:rsid w:val="00EE6CDE"/>
    <w:rsid w:val="00F05279"/>
    <w:rsid w:val="00F108C3"/>
    <w:rsid w:val="00F10E4C"/>
    <w:rsid w:val="00F11F98"/>
    <w:rsid w:val="00F14BD6"/>
    <w:rsid w:val="00F1667D"/>
    <w:rsid w:val="00F223F2"/>
    <w:rsid w:val="00F31E49"/>
    <w:rsid w:val="00F33440"/>
    <w:rsid w:val="00F36E25"/>
    <w:rsid w:val="00F37194"/>
    <w:rsid w:val="00F378EB"/>
    <w:rsid w:val="00F40A7E"/>
    <w:rsid w:val="00F5547D"/>
    <w:rsid w:val="00F638FE"/>
    <w:rsid w:val="00F8076A"/>
    <w:rsid w:val="00F839F4"/>
    <w:rsid w:val="00F84892"/>
    <w:rsid w:val="00F93308"/>
    <w:rsid w:val="00F941B5"/>
    <w:rsid w:val="00FA0B71"/>
    <w:rsid w:val="00FA5551"/>
    <w:rsid w:val="00FB4838"/>
    <w:rsid w:val="00FB7416"/>
    <w:rsid w:val="00FC45B0"/>
    <w:rsid w:val="00FD3F53"/>
    <w:rsid w:val="00FD4C87"/>
    <w:rsid w:val="00FD7CB2"/>
    <w:rsid w:val="00FE2912"/>
    <w:rsid w:val="00FF12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44025F8"/>
  <w15:chartTrackingRefBased/>
  <w15:docId w15:val="{F96033D0-66B1-44BE-9091-48B2C17C45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uiPriority="99" w:qFormat="1"/>
    <w:lsdException w:name="heading 9" w:qFormat="1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Body Text 2" w:uiPriority="99"/>
    <w:lsdException w:name="Block Text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outlineLvl w:val="0"/>
    </w:pPr>
    <w:rPr>
      <w:b/>
      <w:bCs/>
    </w:rPr>
  </w:style>
  <w:style w:type="paragraph" w:styleId="Nadpis2">
    <w:name w:val="heading 2"/>
    <w:basedOn w:val="Normln"/>
    <w:next w:val="Normln"/>
    <w:qFormat/>
    <w:pPr>
      <w:keepNext/>
      <w:jc w:val="center"/>
      <w:outlineLvl w:val="1"/>
    </w:pPr>
    <w:rPr>
      <w:rFonts w:ascii="Arial Black" w:hAnsi="Arial Black"/>
      <w:sz w:val="36"/>
    </w:rPr>
  </w:style>
  <w:style w:type="paragraph" w:styleId="Nadpis3">
    <w:name w:val="heading 3"/>
    <w:basedOn w:val="Normln"/>
    <w:next w:val="Normln"/>
    <w:qFormat/>
    <w:pPr>
      <w:keepNext/>
      <w:tabs>
        <w:tab w:val="left" w:pos="1440"/>
      </w:tabs>
      <w:outlineLvl w:val="2"/>
    </w:pPr>
    <w:rPr>
      <w:rFonts w:ascii="Arial" w:hAnsi="Arial" w:cs="Arial"/>
      <w:b/>
      <w:bCs/>
      <w:sz w:val="22"/>
    </w:rPr>
  </w:style>
  <w:style w:type="paragraph" w:styleId="Nadpis4">
    <w:name w:val="heading 4"/>
    <w:basedOn w:val="Normln"/>
    <w:next w:val="Normln"/>
    <w:qFormat/>
    <w:pPr>
      <w:keepNext/>
      <w:jc w:val="right"/>
      <w:outlineLvl w:val="3"/>
    </w:pPr>
    <w:rPr>
      <w:b/>
      <w:sz w:val="18"/>
    </w:rPr>
  </w:style>
  <w:style w:type="paragraph" w:styleId="Nadpis5">
    <w:name w:val="heading 5"/>
    <w:basedOn w:val="Normln"/>
    <w:next w:val="Normln"/>
    <w:qFormat/>
    <w:pPr>
      <w:keepNext/>
      <w:outlineLvl w:val="4"/>
    </w:pPr>
    <w:rPr>
      <w:b/>
      <w:sz w:val="18"/>
    </w:rPr>
  </w:style>
  <w:style w:type="paragraph" w:styleId="Nadpis6">
    <w:name w:val="heading 6"/>
    <w:basedOn w:val="Normln"/>
    <w:next w:val="Normln"/>
    <w:qFormat/>
    <w:pPr>
      <w:keepNext/>
      <w:ind w:firstLine="360"/>
      <w:outlineLvl w:val="5"/>
    </w:pPr>
    <w:rPr>
      <w:b/>
      <w:bCs/>
    </w:rPr>
  </w:style>
  <w:style w:type="paragraph" w:styleId="Nadpis7">
    <w:name w:val="heading 7"/>
    <w:basedOn w:val="Normln"/>
    <w:next w:val="Normln"/>
    <w:qFormat/>
    <w:pPr>
      <w:keepNext/>
      <w:outlineLvl w:val="6"/>
    </w:pPr>
    <w:rPr>
      <w:b/>
      <w:sz w:val="28"/>
    </w:rPr>
  </w:style>
  <w:style w:type="paragraph" w:styleId="Nadpis8">
    <w:name w:val="heading 8"/>
    <w:basedOn w:val="Normln"/>
    <w:next w:val="Normln"/>
    <w:link w:val="Nadpis8Char"/>
    <w:uiPriority w:val="99"/>
    <w:qFormat/>
    <w:pPr>
      <w:keepNext/>
      <w:jc w:val="right"/>
      <w:outlineLvl w:val="7"/>
    </w:pPr>
  </w:style>
  <w:style w:type="paragraph" w:styleId="Nadpis9">
    <w:name w:val="heading 9"/>
    <w:basedOn w:val="Normln"/>
    <w:next w:val="Normln"/>
    <w:qFormat/>
    <w:pPr>
      <w:keepNext/>
      <w:ind w:left="2124" w:hanging="2124"/>
      <w:outlineLvl w:val="8"/>
    </w:pPr>
    <w:rPr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Rozloendokumentu">
    <w:name w:val="Document Map"/>
    <w:aliases w:val="Rozvržení dokumentu"/>
    <w:basedOn w:val="Normln"/>
    <w:semiHidden/>
    <w:pPr>
      <w:shd w:val="clear" w:color="auto" w:fill="000080"/>
    </w:pPr>
    <w:rPr>
      <w:rFonts w:ascii="Tahoma" w:hAnsi="Tahoma" w:cs="Arial Black"/>
    </w:rPr>
  </w:style>
  <w:style w:type="character" w:styleId="Hypertextovodkaz">
    <w:name w:val="Hyperlink"/>
    <w:rPr>
      <w:color w:val="0000FF"/>
      <w:u w:val="single"/>
    </w:rPr>
  </w:style>
  <w:style w:type="character" w:styleId="slostrnky">
    <w:name w:val="page number"/>
    <w:basedOn w:val="Standardnpsmoodstavce"/>
  </w:style>
  <w:style w:type="character" w:styleId="Sledovanodkaz">
    <w:name w:val="FollowedHyperlink"/>
    <w:rPr>
      <w:color w:val="800080"/>
      <w:u w:val="single"/>
    </w:rPr>
  </w:style>
  <w:style w:type="paragraph" w:styleId="Zkladntextodsazen">
    <w:name w:val="Body Text Indent"/>
    <w:basedOn w:val="Normln"/>
    <w:pPr>
      <w:ind w:left="1068"/>
      <w:jc w:val="both"/>
    </w:pPr>
  </w:style>
  <w:style w:type="paragraph" w:styleId="Zkladntext2">
    <w:name w:val="Body Text 2"/>
    <w:basedOn w:val="Normln"/>
    <w:link w:val="Zkladntext2Char"/>
    <w:uiPriority w:val="99"/>
    <w:pPr>
      <w:numPr>
        <w:ilvl w:val="12"/>
      </w:numPr>
      <w:jc w:val="both"/>
    </w:pPr>
  </w:style>
  <w:style w:type="paragraph" w:styleId="Zkladntext3">
    <w:name w:val="Body Text 3"/>
    <w:basedOn w:val="Normln"/>
    <w:pPr>
      <w:jc w:val="both"/>
    </w:pPr>
    <w:rPr>
      <w:b/>
      <w:sz w:val="28"/>
    </w:rPr>
  </w:style>
  <w:style w:type="paragraph" w:styleId="Zkladntext">
    <w:name w:val="Body Text"/>
    <w:basedOn w:val="Normln"/>
    <w:rPr>
      <w:b/>
    </w:rPr>
  </w:style>
  <w:style w:type="paragraph" w:styleId="Zkladntextodsazen2">
    <w:name w:val="Body Text Indent 2"/>
    <w:basedOn w:val="Normln"/>
    <w:pPr>
      <w:ind w:firstLine="340"/>
      <w:jc w:val="both"/>
    </w:pPr>
    <w:rPr>
      <w:b/>
      <w:bCs/>
      <w:i/>
      <w:iCs/>
      <w:sz w:val="20"/>
    </w:rPr>
  </w:style>
  <w:style w:type="paragraph" w:styleId="Zkladntextodsazen3">
    <w:name w:val="Body Text Indent 3"/>
    <w:basedOn w:val="Normln"/>
    <w:pPr>
      <w:ind w:left="340"/>
      <w:jc w:val="both"/>
    </w:pPr>
    <w:rPr>
      <w:color w:val="0000FF"/>
      <w:sz w:val="20"/>
    </w:rPr>
  </w:style>
  <w:style w:type="paragraph" w:styleId="Nzev">
    <w:name w:val="Title"/>
    <w:basedOn w:val="Normln"/>
    <w:qFormat/>
    <w:pPr>
      <w:jc w:val="center"/>
    </w:pPr>
    <w:rPr>
      <w:rFonts w:ascii="Arial" w:hAnsi="Arial" w:cs="Arial"/>
      <w:b/>
      <w:iCs/>
    </w:rPr>
  </w:style>
  <w:style w:type="paragraph" w:styleId="Textvbloku">
    <w:name w:val="Block Text"/>
    <w:basedOn w:val="Normln"/>
    <w:uiPriority w:val="99"/>
    <w:pPr>
      <w:tabs>
        <w:tab w:val="num" w:pos="530"/>
      </w:tabs>
      <w:ind w:left="530" w:right="110"/>
      <w:jc w:val="both"/>
    </w:pPr>
    <w:rPr>
      <w:rFonts w:ascii="Arial" w:eastAsia="Batang" w:hAnsi="Arial" w:cs="Arial"/>
      <w:sz w:val="20"/>
      <w:szCs w:val="20"/>
    </w:rPr>
  </w:style>
  <w:style w:type="paragraph" w:customStyle="1" w:styleId="Textodstavce">
    <w:name w:val="Text odstavce"/>
    <w:basedOn w:val="Normln"/>
    <w:uiPriority w:val="99"/>
    <w:pPr>
      <w:numPr>
        <w:ilvl w:val="6"/>
        <w:numId w:val="14"/>
      </w:numPr>
      <w:tabs>
        <w:tab w:val="left" w:pos="851"/>
      </w:tabs>
      <w:spacing w:before="120" w:after="120"/>
      <w:jc w:val="both"/>
      <w:outlineLvl w:val="6"/>
    </w:pPr>
    <w:rPr>
      <w:rFonts w:ascii="Verdana" w:hAnsi="Verdana"/>
      <w:sz w:val="20"/>
      <w:szCs w:val="20"/>
    </w:rPr>
  </w:style>
  <w:style w:type="paragraph" w:customStyle="1" w:styleId="Textbodu">
    <w:name w:val="Text bodu"/>
    <w:basedOn w:val="Normln"/>
    <w:uiPriority w:val="99"/>
    <w:pPr>
      <w:numPr>
        <w:ilvl w:val="8"/>
        <w:numId w:val="14"/>
      </w:numPr>
      <w:jc w:val="both"/>
      <w:outlineLvl w:val="8"/>
    </w:pPr>
    <w:rPr>
      <w:rFonts w:ascii="Verdana" w:hAnsi="Verdana"/>
      <w:sz w:val="20"/>
      <w:szCs w:val="20"/>
    </w:rPr>
  </w:style>
  <w:style w:type="paragraph" w:customStyle="1" w:styleId="Textpsmene">
    <w:name w:val="Text písmene"/>
    <w:basedOn w:val="Normln"/>
    <w:uiPriority w:val="99"/>
    <w:pPr>
      <w:numPr>
        <w:ilvl w:val="7"/>
        <w:numId w:val="14"/>
      </w:numPr>
      <w:jc w:val="both"/>
      <w:outlineLvl w:val="7"/>
    </w:pPr>
    <w:rPr>
      <w:rFonts w:ascii="Verdana" w:hAnsi="Verdana"/>
      <w:sz w:val="20"/>
      <w:szCs w:val="20"/>
    </w:rPr>
  </w:style>
  <w:style w:type="paragraph" w:customStyle="1" w:styleId="Textparagrafu">
    <w:name w:val="Text paragrafu"/>
    <w:basedOn w:val="Normln"/>
    <w:uiPriority w:val="99"/>
    <w:pPr>
      <w:spacing w:before="240"/>
      <w:ind w:firstLine="425"/>
      <w:jc w:val="both"/>
      <w:outlineLvl w:val="5"/>
    </w:pPr>
    <w:rPr>
      <w:rFonts w:ascii="Verdana" w:hAnsi="Verdana"/>
      <w:sz w:val="20"/>
      <w:szCs w:val="20"/>
    </w:rPr>
  </w:style>
  <w:style w:type="table" w:styleId="Mkatabulky">
    <w:name w:val="Table Grid"/>
    <w:basedOn w:val="Normlntabulka"/>
    <w:rsid w:val="006123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kladntext2Char">
    <w:name w:val="Základní text 2 Char"/>
    <w:link w:val="Zkladntext2"/>
    <w:uiPriority w:val="99"/>
    <w:rsid w:val="009B04AC"/>
    <w:rPr>
      <w:sz w:val="24"/>
      <w:szCs w:val="24"/>
    </w:rPr>
  </w:style>
  <w:style w:type="paragraph" w:customStyle="1" w:styleId="Default">
    <w:name w:val="Default"/>
    <w:rsid w:val="00E45E0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FormtovanvHTML">
    <w:name w:val="HTML Preformatted"/>
    <w:basedOn w:val="Normln"/>
    <w:link w:val="FormtovanvHTMLChar"/>
    <w:unhideWhenUsed/>
    <w:rsid w:val="00854A8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Arial Unicode MS" w:eastAsia="Arial Unicode MS" w:hAnsi="Arial Unicode MS" w:cs="Arial Unicode MS"/>
      <w:sz w:val="20"/>
      <w:szCs w:val="20"/>
      <w:lang w:eastAsia="ar-SA"/>
    </w:rPr>
  </w:style>
  <w:style w:type="character" w:customStyle="1" w:styleId="FormtovanvHTMLChar">
    <w:name w:val="Formátovaný v HTML Char"/>
    <w:link w:val="FormtovanvHTML"/>
    <w:rsid w:val="00854A8E"/>
    <w:rPr>
      <w:rFonts w:ascii="Arial Unicode MS" w:eastAsia="Arial Unicode MS" w:hAnsi="Arial Unicode MS" w:cs="Arial Unicode MS"/>
      <w:lang w:eastAsia="ar-SA"/>
    </w:rPr>
  </w:style>
  <w:style w:type="paragraph" w:styleId="Odstavecseseznamem">
    <w:name w:val="List Paragraph"/>
    <w:basedOn w:val="Normln"/>
    <w:uiPriority w:val="34"/>
    <w:qFormat/>
    <w:rsid w:val="00594790"/>
    <w:pPr>
      <w:suppressAutoHyphens/>
      <w:ind w:left="720"/>
      <w:contextualSpacing/>
      <w:jc w:val="both"/>
    </w:pPr>
    <w:rPr>
      <w:lang w:eastAsia="ar-SA"/>
    </w:rPr>
  </w:style>
  <w:style w:type="paragraph" w:customStyle="1" w:styleId="seznam1">
    <w:name w:val="seznam1"/>
    <w:basedOn w:val="Normln"/>
    <w:uiPriority w:val="99"/>
    <w:rsid w:val="00ED1FE9"/>
    <w:pPr>
      <w:keepNext/>
      <w:numPr>
        <w:numId w:val="35"/>
      </w:numPr>
      <w:spacing w:after="120"/>
      <w:jc w:val="both"/>
    </w:pPr>
    <w:rPr>
      <w:rFonts w:ascii="Arial" w:hAnsi="Arial" w:cs="Arial"/>
    </w:rPr>
  </w:style>
  <w:style w:type="character" w:customStyle="1" w:styleId="Nadpis8Char">
    <w:name w:val="Nadpis 8 Char"/>
    <w:link w:val="Nadpis8"/>
    <w:uiPriority w:val="99"/>
    <w:rsid w:val="006659A2"/>
    <w:rPr>
      <w:sz w:val="24"/>
      <w:szCs w:val="24"/>
    </w:rPr>
  </w:style>
  <w:style w:type="paragraph" w:styleId="Textbubliny">
    <w:name w:val="Balloon Text"/>
    <w:basedOn w:val="Normln"/>
    <w:link w:val="TextbublinyChar"/>
    <w:rsid w:val="00344F6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344F6D"/>
    <w:rPr>
      <w:rFonts w:ascii="Tahoma" w:hAnsi="Tahoma" w:cs="Tahoma"/>
      <w:sz w:val="16"/>
      <w:szCs w:val="16"/>
    </w:rPr>
  </w:style>
  <w:style w:type="paragraph" w:styleId="Bezmezer">
    <w:name w:val="No Spacing"/>
    <w:uiPriority w:val="1"/>
    <w:qFormat/>
    <w:rsid w:val="00277454"/>
    <w:rPr>
      <w:sz w:val="24"/>
      <w:szCs w:val="24"/>
    </w:rPr>
  </w:style>
  <w:style w:type="paragraph" w:styleId="Revize">
    <w:name w:val="Revision"/>
    <w:hidden/>
    <w:uiPriority w:val="99"/>
    <w:semiHidden/>
    <w:rsid w:val="00B979D3"/>
    <w:rPr>
      <w:sz w:val="24"/>
      <w:szCs w:val="24"/>
    </w:rPr>
  </w:style>
  <w:style w:type="character" w:styleId="Odkaznakoment">
    <w:name w:val="annotation reference"/>
    <w:basedOn w:val="Standardnpsmoodstavce"/>
    <w:uiPriority w:val="99"/>
    <w:rsid w:val="00B979D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B979D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9D3"/>
  </w:style>
  <w:style w:type="paragraph" w:styleId="Pedmtkomente">
    <w:name w:val="annotation subject"/>
    <w:basedOn w:val="Textkomente"/>
    <w:next w:val="Textkomente"/>
    <w:link w:val="PedmtkomenteChar"/>
    <w:rsid w:val="00B979D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B979D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380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1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79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8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13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47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1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7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Sablony\odbor%20investic\ODBOR_ext\Dopis_samostatn&#225;_p&#367;sobnost.dot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76700D-314C-464A-8122-0E39CB37D5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Dopis_samostatná_působnost.dot</Template>
  <TotalTime>49</TotalTime>
  <Pages>3</Pages>
  <Words>529</Words>
  <Characters>3123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Veřejné zakázky od A do Z</vt:lpstr>
    </vt:vector>
  </TitlesOfParts>
  <Company>HP</Company>
  <LinksUpToDate>false</LinksUpToDate>
  <CharactersWithSpaces>3645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Veřejné zakázky od A do Z</dc:title>
  <dc:subject/>
  <dc:creator>--nastav jméno ve wordu</dc:creator>
  <cp:keywords/>
  <cp:lastModifiedBy>Václavíčková Veronika</cp:lastModifiedBy>
  <cp:revision>9</cp:revision>
  <cp:lastPrinted>2024-09-02T07:16:00Z</cp:lastPrinted>
  <dcterms:created xsi:type="dcterms:W3CDTF">2024-09-02T07:51:00Z</dcterms:created>
  <dcterms:modified xsi:type="dcterms:W3CDTF">2024-11-05T10:44:00Z</dcterms:modified>
</cp:coreProperties>
</file>